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21B484" w14:textId="77777777" w:rsidR="00F46E4F" w:rsidRPr="00F46E4F" w:rsidRDefault="00F46E4F" w:rsidP="00F46E4F">
      <w:pPr>
        <w:pStyle w:val="Heading1"/>
        <w:spacing w:before="0" w:after="0"/>
        <w:jc w:val="center"/>
        <w:rPr>
          <w:b/>
          <w:sz w:val="32"/>
        </w:rPr>
      </w:pPr>
      <w:r w:rsidRPr="00F46E4F">
        <w:rPr>
          <w:b/>
          <w:caps/>
          <w:sz w:val="32"/>
        </w:rPr>
        <w:t>IB Asia Pacific REGIONAL</w:t>
      </w:r>
      <w:r w:rsidRPr="00F46E4F">
        <w:rPr>
          <w:b/>
          <w:sz w:val="32"/>
        </w:rPr>
        <w:t xml:space="preserve"> WORKSHOP AGENDA</w:t>
      </w:r>
    </w:p>
    <w:p w14:paraId="0516D53E" w14:textId="77777777" w:rsidR="00F46E4F" w:rsidRPr="001D25A7" w:rsidRDefault="0077729B" w:rsidP="00F46E4F">
      <w:pPr>
        <w:pStyle w:val="Heading1"/>
        <w:spacing w:before="0" w:after="0"/>
        <w:jc w:val="center"/>
        <w:rPr>
          <w:sz w:val="28"/>
        </w:rPr>
      </w:pPr>
      <w:r>
        <w:rPr>
          <w:sz w:val="28"/>
        </w:rPr>
        <w:t>A1 English: Language and Literature</w:t>
      </w:r>
      <w:r w:rsidR="001D25A7">
        <w:rPr>
          <w:sz w:val="28"/>
        </w:rPr>
        <w:t xml:space="preserve"> (Category</w:t>
      </w:r>
      <w:r>
        <w:rPr>
          <w:sz w:val="28"/>
        </w:rPr>
        <w:t xml:space="preserve"> 2</w:t>
      </w:r>
      <w:r w:rsidR="00F46E4F" w:rsidRPr="001D25A7">
        <w:rPr>
          <w:sz w:val="28"/>
        </w:rPr>
        <w:t>)</w:t>
      </w:r>
    </w:p>
    <w:p w14:paraId="57FF6239" w14:textId="50416259" w:rsidR="00F46E4F" w:rsidRDefault="003D28C4" w:rsidP="00F46E4F">
      <w:pPr>
        <w:spacing w:before="0" w:line="240" w:lineRule="auto"/>
        <w:jc w:val="center"/>
        <w:rPr>
          <w:rFonts w:cs="Arial"/>
          <w:b/>
          <w:bCs/>
          <w:sz w:val="24"/>
        </w:rPr>
      </w:pPr>
      <w:r>
        <w:rPr>
          <w:rFonts w:cs="Arial"/>
          <w:b/>
          <w:bCs/>
        </w:rPr>
        <w:t>Canberra</w:t>
      </w:r>
      <w:r w:rsidR="00F46E4F">
        <w:rPr>
          <w:rFonts w:cs="Arial"/>
          <w:b/>
          <w:bCs/>
        </w:rPr>
        <w:t xml:space="preserve">, </w:t>
      </w:r>
    </w:p>
    <w:p w14:paraId="7B67FA9B" w14:textId="5856CC53" w:rsidR="00F46E4F" w:rsidRDefault="00653EF8" w:rsidP="0077729B">
      <w:pPr>
        <w:pBdr>
          <w:bottom w:val="single" w:sz="4" w:space="1" w:color="auto"/>
        </w:pBdr>
        <w:spacing w:before="0" w:line="240" w:lineRule="auto"/>
        <w:jc w:val="center"/>
        <w:rPr>
          <w:rFonts w:cs="Arial"/>
        </w:rPr>
      </w:pPr>
      <w:r>
        <w:rPr>
          <w:b/>
          <w:bCs/>
          <w:color w:val="000000"/>
          <w:szCs w:val="20"/>
        </w:rPr>
        <w:t>2-4July, 2014</w:t>
      </w:r>
    </w:p>
    <w:p w14:paraId="5F05FB5A" w14:textId="77777777" w:rsidR="00F46E4F" w:rsidRDefault="00F46E4F" w:rsidP="00F46E4F">
      <w:pPr>
        <w:pStyle w:val="BodyText"/>
        <w:rPr>
          <w:sz w:val="20"/>
        </w:rPr>
      </w:pPr>
    </w:p>
    <w:p w14:paraId="03888D08" w14:textId="77777777" w:rsidR="00F46E4F" w:rsidRPr="00F46E4F" w:rsidRDefault="00F46E4F" w:rsidP="00F46E4F">
      <w:pPr>
        <w:pStyle w:val="BodyText"/>
        <w:rPr>
          <w:b/>
          <w:color w:val="auto"/>
          <w:sz w:val="20"/>
          <w:u w:val="single"/>
        </w:rPr>
      </w:pPr>
      <w:r w:rsidRPr="00F46E4F">
        <w:rPr>
          <w:b/>
          <w:color w:val="auto"/>
          <w:sz w:val="20"/>
          <w:u w:val="single"/>
        </w:rPr>
        <w:t>Workshop Leader</w:t>
      </w:r>
    </w:p>
    <w:p w14:paraId="28971D83" w14:textId="77777777" w:rsidR="00F46E4F" w:rsidRPr="00F46E4F" w:rsidRDefault="00F46E4F" w:rsidP="00F46E4F">
      <w:pPr>
        <w:pStyle w:val="BodyText"/>
        <w:rPr>
          <w:color w:val="auto"/>
          <w:sz w:val="20"/>
        </w:rPr>
      </w:pPr>
    </w:p>
    <w:p w14:paraId="4853E782" w14:textId="77777777" w:rsidR="00F46E4F" w:rsidRPr="007A4F3A" w:rsidRDefault="0077729B" w:rsidP="007A4F3A">
      <w:pPr>
        <w:pStyle w:val="BodyText"/>
        <w:rPr>
          <w:b/>
          <w:bCs/>
          <w:color w:val="auto"/>
          <w:sz w:val="20"/>
        </w:rPr>
      </w:pPr>
      <w:r>
        <w:rPr>
          <w:b/>
          <w:bCs/>
          <w:color w:val="auto"/>
          <w:sz w:val="20"/>
        </w:rPr>
        <w:t>Tony Bellew</w:t>
      </w:r>
    </w:p>
    <w:p w14:paraId="55E5338D" w14:textId="06952804" w:rsidR="0077729B" w:rsidRPr="007A4F3A" w:rsidRDefault="0077729B" w:rsidP="0077729B">
      <w:pPr>
        <w:widowControl w:val="0"/>
        <w:autoSpaceDE w:val="0"/>
        <w:autoSpaceDN w:val="0"/>
        <w:adjustRightInd w:val="0"/>
        <w:rPr>
          <w:rFonts w:cs="Arial"/>
        </w:rPr>
      </w:pPr>
      <w:r w:rsidRPr="007A4F3A">
        <w:rPr>
          <w:rFonts w:cs="Arial"/>
        </w:rPr>
        <w:t>Tony finds it difficult to write about himself in the third person for these blurbs so he won’t. Currently I am</w:t>
      </w:r>
      <w:r w:rsidR="007A4F3A">
        <w:rPr>
          <w:rFonts w:cs="Arial"/>
        </w:rPr>
        <w:t xml:space="preserve"> DP </w:t>
      </w:r>
      <w:r w:rsidR="007A4F3A" w:rsidRPr="007A4F3A">
        <w:rPr>
          <w:rFonts w:cs="Arial"/>
        </w:rPr>
        <w:t>Coordinator</w:t>
      </w:r>
      <w:r w:rsidR="007A4F3A">
        <w:rPr>
          <w:rFonts w:cs="Arial"/>
        </w:rPr>
        <w:t xml:space="preserve"> </w:t>
      </w:r>
      <w:r w:rsidRPr="007A4F3A">
        <w:rPr>
          <w:rFonts w:cs="Arial"/>
        </w:rPr>
        <w:t xml:space="preserve">and </w:t>
      </w:r>
      <w:r w:rsidR="007A4F3A">
        <w:rPr>
          <w:rFonts w:cs="Arial"/>
        </w:rPr>
        <w:t xml:space="preserve">Director of </w:t>
      </w:r>
      <w:r w:rsidRPr="007A4F3A">
        <w:rPr>
          <w:rFonts w:cs="Arial"/>
        </w:rPr>
        <w:t xml:space="preserve">Curriculum at Canadian Academy in Kobe. I am a New Zealander and am married with two boys. I have been teaching for around </w:t>
      </w:r>
      <w:r w:rsidR="00653EF8">
        <w:rPr>
          <w:rFonts w:cs="Arial"/>
        </w:rPr>
        <w:t>thirty</w:t>
      </w:r>
      <w:r w:rsidRPr="007A4F3A">
        <w:rPr>
          <w:rFonts w:cs="Arial"/>
        </w:rPr>
        <w:t xml:space="preserve"> years about half of that time </w:t>
      </w:r>
      <w:r w:rsidR="00653EF8">
        <w:rPr>
          <w:rFonts w:cs="Arial"/>
        </w:rPr>
        <w:t>in New Zealand</w:t>
      </w:r>
      <w:r w:rsidRPr="007A4F3A">
        <w:rPr>
          <w:rFonts w:cs="Arial"/>
        </w:rPr>
        <w:t xml:space="preserve">. For the past </w:t>
      </w:r>
      <w:r w:rsidR="007A4F3A">
        <w:rPr>
          <w:rFonts w:cs="Arial"/>
        </w:rPr>
        <w:t>fifteen</w:t>
      </w:r>
      <w:r w:rsidRPr="007A4F3A">
        <w:rPr>
          <w:rFonts w:cs="Arial"/>
        </w:rPr>
        <w:t xml:space="preserve"> years I have lived and taught in Istanbul, Frankfurt, Manila and now Kobe. In all these positions I have been a teacher of IB English.</w:t>
      </w:r>
    </w:p>
    <w:p w14:paraId="54F79372" w14:textId="77777777" w:rsidR="0077729B" w:rsidRPr="007A4F3A" w:rsidRDefault="0077729B" w:rsidP="0077729B">
      <w:pPr>
        <w:widowControl w:val="0"/>
        <w:autoSpaceDE w:val="0"/>
        <w:autoSpaceDN w:val="0"/>
        <w:adjustRightInd w:val="0"/>
        <w:rPr>
          <w:rFonts w:cs="Arial"/>
        </w:rPr>
      </w:pPr>
      <w:r w:rsidRPr="007A4F3A">
        <w:rPr>
          <w:rFonts w:cs="Arial"/>
        </w:rPr>
        <w:t>My experience with the IB has been a positive one. I have taught all three English syllabi: A1, A2 and B and have also taught IB Film. During that time I have managed to fit in the odd workshop experience so I know what I like and hope I can deliver. I have been a workshop leader for five years. I am currently an A1 examiner and am part of the IB verification process both as a consultant and visiting team member.</w:t>
      </w:r>
    </w:p>
    <w:p w14:paraId="38E0537B" w14:textId="77777777" w:rsidR="00F46E4F" w:rsidRPr="00F46E4F" w:rsidRDefault="00F46E4F" w:rsidP="00F46E4F">
      <w:pPr>
        <w:pBdr>
          <w:bottom w:val="single" w:sz="4" w:space="1" w:color="auto"/>
        </w:pBdr>
        <w:spacing w:before="0" w:line="240" w:lineRule="auto"/>
        <w:rPr>
          <w:rFonts w:cs="Arial"/>
          <w:szCs w:val="28"/>
        </w:rPr>
      </w:pPr>
    </w:p>
    <w:p w14:paraId="10EF7213" w14:textId="77777777" w:rsidR="00F46E4F" w:rsidRPr="0077729B" w:rsidRDefault="0077729B" w:rsidP="0077729B">
      <w:pPr>
        <w:pStyle w:val="BodyText"/>
        <w:rPr>
          <w:rFonts w:cs="Arial"/>
          <w:b/>
          <w:color w:val="auto"/>
          <w:sz w:val="20"/>
        </w:rPr>
      </w:pPr>
      <w:r w:rsidRPr="00F46E4F">
        <w:rPr>
          <w:b/>
          <w:color w:val="auto"/>
          <w:sz w:val="20"/>
        </w:rPr>
        <w:t>All participants are requested to bring with them the following:</w:t>
      </w:r>
    </w:p>
    <w:p w14:paraId="4CF7F4F4" w14:textId="77777777" w:rsidR="0077729B" w:rsidRDefault="0077729B" w:rsidP="0077729B">
      <w:pPr>
        <w:numPr>
          <w:ilvl w:val="0"/>
          <w:numId w:val="15"/>
        </w:numPr>
      </w:pPr>
      <w:r w:rsidRPr="0077729B">
        <w:t>A USB thumb drive to share resources</w:t>
      </w:r>
    </w:p>
    <w:p w14:paraId="5F7D1B5E" w14:textId="77777777" w:rsidR="0077729B" w:rsidRDefault="0077729B" w:rsidP="0077729B">
      <w:pPr>
        <w:numPr>
          <w:ilvl w:val="0"/>
          <w:numId w:val="15"/>
        </w:numPr>
      </w:pPr>
      <w:r w:rsidRPr="0077729B">
        <w:t xml:space="preserve">A LAPTOP IS ESSENTIAL as we will be using an online </w:t>
      </w:r>
      <w:r w:rsidR="007A4F3A">
        <w:t>blog</w:t>
      </w:r>
      <w:r w:rsidRPr="0077729B">
        <w:t xml:space="preserve"> to share information and resources; we will also be accessing the internet frequently</w:t>
      </w:r>
    </w:p>
    <w:p w14:paraId="5D8FC01C" w14:textId="77777777" w:rsidR="0077729B" w:rsidRDefault="0077729B" w:rsidP="0077729B">
      <w:pPr>
        <w:numPr>
          <w:ilvl w:val="0"/>
          <w:numId w:val="15"/>
        </w:numPr>
      </w:pPr>
      <w:r w:rsidRPr="0077729B">
        <w:t xml:space="preserve">An electronic or hard copy of the following documents: </w:t>
      </w:r>
    </w:p>
    <w:p w14:paraId="6EC9DFA4" w14:textId="77777777" w:rsidR="0077729B" w:rsidRDefault="0077729B" w:rsidP="0077729B">
      <w:pPr>
        <w:numPr>
          <w:ilvl w:val="0"/>
          <w:numId w:val="15"/>
        </w:numPr>
      </w:pPr>
      <w:r w:rsidRPr="0077729B">
        <w:t xml:space="preserve">Language A: Language &amp; Literature guide (first exams 2013), </w:t>
      </w:r>
    </w:p>
    <w:p w14:paraId="51957EE1" w14:textId="77777777" w:rsidR="0077729B" w:rsidRDefault="0077729B" w:rsidP="0077729B">
      <w:pPr>
        <w:numPr>
          <w:ilvl w:val="0"/>
          <w:numId w:val="15"/>
        </w:numPr>
      </w:pPr>
      <w:r w:rsidRPr="0077729B">
        <w:t>Prescribed List of Authors (PLA)</w:t>
      </w:r>
    </w:p>
    <w:p w14:paraId="6F315195" w14:textId="77777777" w:rsidR="0077729B" w:rsidRDefault="0077729B" w:rsidP="0077729B">
      <w:pPr>
        <w:numPr>
          <w:ilvl w:val="0"/>
          <w:numId w:val="15"/>
        </w:numPr>
      </w:pPr>
      <w:r w:rsidRPr="0077729B">
        <w:t>Prescribed Literature in Translation list (PLT)</w:t>
      </w:r>
    </w:p>
    <w:p w14:paraId="5213A4C8" w14:textId="77777777" w:rsidR="0077729B" w:rsidRDefault="0077729B" w:rsidP="0077729B">
      <w:pPr>
        <w:numPr>
          <w:ilvl w:val="0"/>
          <w:numId w:val="15"/>
        </w:numPr>
      </w:pPr>
      <w:r w:rsidRPr="0077729B">
        <w:t>Details of useful resources for sharing (co</w:t>
      </w:r>
      <w:r>
        <w:t xml:space="preserve">urse outlines, lesson plans, </w:t>
      </w:r>
      <w:r w:rsidRPr="0077729B">
        <w:t>possible literary and non-literary texts, etc.)</w:t>
      </w:r>
    </w:p>
    <w:p w14:paraId="56A57CF9" w14:textId="77777777" w:rsidR="0077729B" w:rsidRDefault="0077729B" w:rsidP="0077729B">
      <w:pPr>
        <w:numPr>
          <w:ilvl w:val="0"/>
          <w:numId w:val="15"/>
        </w:numPr>
      </w:pPr>
      <w:r w:rsidRPr="0077729B">
        <w:t>A sample of a non-literary text to share</w:t>
      </w:r>
    </w:p>
    <w:p w14:paraId="25B84103" w14:textId="77777777" w:rsidR="0077729B" w:rsidRDefault="0077729B" w:rsidP="0077729B">
      <w:pPr>
        <w:numPr>
          <w:ilvl w:val="0"/>
          <w:numId w:val="15"/>
        </w:numPr>
      </w:pPr>
      <w:r w:rsidRPr="0077729B">
        <w:t>Recommendations for works in translation from the PLT</w:t>
      </w:r>
    </w:p>
    <w:p w14:paraId="28A2E0CA" w14:textId="74F83895" w:rsidR="00170D1C" w:rsidRDefault="00170D1C" w:rsidP="0077729B">
      <w:pPr>
        <w:numPr>
          <w:ilvl w:val="0"/>
          <w:numId w:val="15"/>
        </w:numPr>
      </w:pPr>
      <w:r>
        <w:t xml:space="preserve">Check out the </w:t>
      </w:r>
      <w:hyperlink r:id="rId9" w:history="1">
        <w:r w:rsidRPr="00273F5C">
          <w:rPr>
            <w:rStyle w:val="Hyperlink"/>
          </w:rPr>
          <w:t>workshop wiki</w:t>
        </w:r>
      </w:hyperlink>
      <w:r>
        <w:t xml:space="preserve"> </w:t>
      </w:r>
    </w:p>
    <w:p w14:paraId="0B9670EA" w14:textId="77777777" w:rsidR="00F46E4F" w:rsidRDefault="00F46E4F" w:rsidP="00F46E4F">
      <w:pPr>
        <w:pStyle w:val="BodyText"/>
        <w:rPr>
          <w:sz w:val="20"/>
        </w:rPr>
      </w:pPr>
    </w:p>
    <w:p w14:paraId="25767815" w14:textId="77777777" w:rsidR="00A21DCE" w:rsidRDefault="00F46E4F" w:rsidP="00F46E4F">
      <w:pPr>
        <w:spacing w:before="0" w:line="240" w:lineRule="auto"/>
        <w:jc w:val="center"/>
        <w:rPr>
          <w:rFonts w:cs="Arial"/>
          <w:i/>
          <w:iCs/>
        </w:rPr>
      </w:pPr>
      <w:r>
        <w:rPr>
          <w:rFonts w:cs="Arial"/>
        </w:rPr>
        <w:br w:type="page"/>
      </w:r>
      <w:r>
        <w:rPr>
          <w:rFonts w:cs="Arial"/>
          <w:i/>
          <w:iCs/>
        </w:rPr>
        <w:lastRenderedPageBreak/>
        <w:t>Please note: session topics are subject to change based on needs of the group</w:t>
      </w:r>
    </w:p>
    <w:p w14:paraId="4CE98483" w14:textId="77777777" w:rsidR="00A21DCE" w:rsidRDefault="00A21DCE" w:rsidP="00F46E4F">
      <w:pPr>
        <w:spacing w:before="0" w:line="240" w:lineRule="auto"/>
        <w:jc w:val="center"/>
        <w:rPr>
          <w:rFonts w:cs="Arial"/>
          <w:i/>
          <w:iCs/>
        </w:rPr>
      </w:pPr>
    </w:p>
    <w:tbl>
      <w:tblPr>
        <w:tblW w:w="10080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2640"/>
        <w:gridCol w:w="2760"/>
        <w:gridCol w:w="2880"/>
      </w:tblGrid>
      <w:tr w:rsidR="00A21DCE" w:rsidRPr="00D43294" w14:paraId="7B592FC4" w14:textId="77777777" w:rsidTr="003C2ACD">
        <w:trPr>
          <w:trHeight w:val="260"/>
        </w:trPr>
        <w:tc>
          <w:tcPr>
            <w:tcW w:w="1800" w:type="dxa"/>
            <w:shd w:val="clear" w:color="auto" w:fill="BFBFBF"/>
          </w:tcPr>
          <w:p w14:paraId="358D68FC" w14:textId="77777777" w:rsidR="00A21DCE" w:rsidRPr="00D43294" w:rsidRDefault="00A21DCE" w:rsidP="003C2ACD">
            <w:pPr>
              <w:pStyle w:val="NoSpacing"/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D43294">
              <w:rPr>
                <w:rFonts w:cs="Arial"/>
                <w:b/>
                <w:bCs/>
                <w:sz w:val="28"/>
                <w:szCs w:val="28"/>
              </w:rPr>
              <w:t>TIME/DAY</w:t>
            </w:r>
          </w:p>
        </w:tc>
        <w:tc>
          <w:tcPr>
            <w:tcW w:w="2640" w:type="dxa"/>
            <w:shd w:val="clear" w:color="auto" w:fill="BFBFBF"/>
          </w:tcPr>
          <w:p w14:paraId="0D016BC2" w14:textId="77777777" w:rsidR="00A21DCE" w:rsidRPr="00D43294" w:rsidRDefault="00A21DCE" w:rsidP="00A21DCE">
            <w:pPr>
              <w:pStyle w:val="NoSpacing"/>
              <w:jc w:val="center"/>
              <w:rPr>
                <w:rFonts w:cs="Arial"/>
                <w:b/>
                <w:bCs/>
                <w:sz w:val="28"/>
                <w:szCs w:val="36"/>
              </w:rPr>
            </w:pPr>
            <w:r w:rsidRPr="00D43294">
              <w:rPr>
                <w:rFonts w:cs="Arial"/>
                <w:b/>
                <w:bCs/>
                <w:sz w:val="28"/>
                <w:szCs w:val="36"/>
              </w:rPr>
              <w:t xml:space="preserve">DAY 1 </w:t>
            </w:r>
          </w:p>
        </w:tc>
        <w:tc>
          <w:tcPr>
            <w:tcW w:w="2760" w:type="dxa"/>
            <w:shd w:val="clear" w:color="auto" w:fill="BFBFBF"/>
          </w:tcPr>
          <w:p w14:paraId="0A8FADA6" w14:textId="77777777" w:rsidR="00A21DCE" w:rsidRPr="00D43294" w:rsidRDefault="00A21DCE" w:rsidP="00A21DCE">
            <w:pPr>
              <w:pStyle w:val="NoSpacing"/>
              <w:jc w:val="center"/>
              <w:rPr>
                <w:rFonts w:cs="Arial"/>
                <w:b/>
                <w:bCs/>
                <w:sz w:val="28"/>
                <w:szCs w:val="36"/>
              </w:rPr>
            </w:pPr>
            <w:r w:rsidRPr="00D43294">
              <w:rPr>
                <w:rFonts w:cs="Arial"/>
                <w:b/>
                <w:bCs/>
                <w:sz w:val="28"/>
                <w:szCs w:val="36"/>
              </w:rPr>
              <w:t xml:space="preserve">DAY 2 </w:t>
            </w:r>
          </w:p>
        </w:tc>
        <w:tc>
          <w:tcPr>
            <w:tcW w:w="2880" w:type="dxa"/>
            <w:shd w:val="clear" w:color="auto" w:fill="BFBFBF"/>
          </w:tcPr>
          <w:p w14:paraId="45056750" w14:textId="77777777" w:rsidR="00A21DCE" w:rsidRPr="00D43294" w:rsidRDefault="00A21DCE" w:rsidP="00A21DCE">
            <w:pPr>
              <w:pStyle w:val="NoSpacing"/>
              <w:jc w:val="center"/>
              <w:rPr>
                <w:rFonts w:cs="Arial"/>
                <w:b/>
                <w:bCs/>
                <w:sz w:val="28"/>
                <w:szCs w:val="36"/>
              </w:rPr>
            </w:pPr>
            <w:r w:rsidRPr="00D43294">
              <w:rPr>
                <w:rFonts w:cs="Arial"/>
                <w:b/>
                <w:bCs/>
                <w:sz w:val="28"/>
                <w:szCs w:val="36"/>
              </w:rPr>
              <w:t xml:space="preserve">DAY 3 </w:t>
            </w:r>
          </w:p>
        </w:tc>
      </w:tr>
      <w:tr w:rsidR="00A21DCE" w:rsidRPr="00D43294" w14:paraId="7BB7B67A" w14:textId="77777777" w:rsidTr="00BE2FD8">
        <w:trPr>
          <w:trHeight w:val="550"/>
        </w:trPr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278A6BE3" w14:textId="7E386E4C" w:rsidR="00A21DCE" w:rsidRPr="00D43294" w:rsidRDefault="00273F5C" w:rsidP="003C2ACD">
            <w:pPr>
              <w:pStyle w:val="NoSpacing"/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8:30 – 9:15</w:t>
            </w:r>
          </w:p>
        </w:tc>
        <w:tc>
          <w:tcPr>
            <w:tcW w:w="2640" w:type="dxa"/>
          </w:tcPr>
          <w:p w14:paraId="0459BCB5" w14:textId="77777777" w:rsidR="00A21DCE" w:rsidRDefault="00A21DCE" w:rsidP="00A21DCE">
            <w:pPr>
              <w:spacing w:before="0" w:line="240" w:lineRule="auto"/>
              <w:rPr>
                <w:b/>
              </w:rPr>
            </w:pPr>
            <w:r>
              <w:rPr>
                <w:b/>
              </w:rPr>
              <w:t xml:space="preserve">Welcome &amp; Introduction by IB Asia Pacific Representative </w:t>
            </w:r>
          </w:p>
          <w:p w14:paraId="01A92C0C" w14:textId="67D3CB95" w:rsidR="00A21DCE" w:rsidRDefault="00273F5C" w:rsidP="00A21DCE">
            <w:pPr>
              <w:spacing w:before="0" w:line="240" w:lineRule="auto"/>
            </w:pPr>
            <w:r>
              <w:t>(15</w:t>
            </w:r>
            <w:r w:rsidR="00A21DCE" w:rsidRPr="00A4197A">
              <w:t xml:space="preserve"> </w:t>
            </w:r>
            <w:proofErr w:type="spellStart"/>
            <w:r w:rsidR="00A21DCE" w:rsidRPr="00A4197A">
              <w:t>mins</w:t>
            </w:r>
            <w:proofErr w:type="spellEnd"/>
            <w:r w:rsidR="00A21DCE" w:rsidRPr="00A4197A">
              <w:t>)</w:t>
            </w:r>
          </w:p>
          <w:p w14:paraId="2A66906B" w14:textId="77777777" w:rsidR="00273F5C" w:rsidRDefault="00273F5C" w:rsidP="00A21DCE">
            <w:pPr>
              <w:spacing w:before="0" w:line="240" w:lineRule="auto"/>
            </w:pPr>
          </w:p>
          <w:p w14:paraId="010B5272" w14:textId="77777777" w:rsidR="00273F5C" w:rsidRPr="00273F5C" w:rsidRDefault="00273F5C" w:rsidP="00273F5C">
            <w:pPr>
              <w:spacing w:before="0" w:line="240" w:lineRule="auto"/>
              <w:rPr>
                <w:rFonts w:cs="Arial"/>
                <w:b/>
                <w:bCs/>
                <w:szCs w:val="20"/>
                <w:lang w:val="en-US"/>
              </w:rPr>
            </w:pPr>
            <w:r w:rsidRPr="00273F5C">
              <w:rPr>
                <w:rFonts w:cs="Arial"/>
                <w:b/>
                <w:bCs/>
                <w:szCs w:val="20"/>
                <w:lang w:val="en-US"/>
              </w:rPr>
              <w:t>Presentation session with Kelvin Williams, Head of Curriculum (DP)</w:t>
            </w:r>
          </w:p>
          <w:p w14:paraId="520B75FD" w14:textId="77777777" w:rsidR="00A21DCE" w:rsidRPr="00A21DCE" w:rsidRDefault="00A21DCE" w:rsidP="00A21DCE">
            <w:pPr>
              <w:spacing w:before="0" w:line="240" w:lineRule="auto"/>
              <w:rPr>
                <w:b/>
              </w:rPr>
            </w:pPr>
          </w:p>
        </w:tc>
        <w:tc>
          <w:tcPr>
            <w:tcW w:w="2760" w:type="dxa"/>
            <w:vMerge w:val="restart"/>
          </w:tcPr>
          <w:p w14:paraId="1CBA5C81" w14:textId="77777777" w:rsidR="00761F69" w:rsidRDefault="00A21DCE" w:rsidP="00761F69">
            <w:pPr>
              <w:pStyle w:val="NoSpacing"/>
              <w:rPr>
                <w:rFonts w:cs="Arial"/>
                <w:b/>
                <w:szCs w:val="20"/>
              </w:rPr>
            </w:pPr>
            <w:r w:rsidRPr="00D43294">
              <w:rPr>
                <w:rFonts w:cs="Arial"/>
                <w:b/>
                <w:szCs w:val="20"/>
              </w:rPr>
              <w:t>Session 5:</w:t>
            </w:r>
          </w:p>
          <w:p w14:paraId="347B8DE4" w14:textId="77777777" w:rsidR="009B21B7" w:rsidRDefault="009B21B7" w:rsidP="009B21B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Language &amp; Mass Communication </w:t>
            </w:r>
          </w:p>
          <w:p w14:paraId="02FF332E" w14:textId="77777777" w:rsidR="0062025D" w:rsidRDefault="0062025D" w:rsidP="009B21B7">
            <w:pPr>
              <w:pStyle w:val="Default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Criteria/Requirements</w:t>
            </w:r>
            <w:r w:rsidR="009B21B7">
              <w:rPr>
                <w:sz w:val="20"/>
                <w:szCs w:val="20"/>
              </w:rPr>
              <w:t xml:space="preserve"> (Written Tasks 1 and 2) </w:t>
            </w:r>
          </w:p>
          <w:p w14:paraId="135B2CE7" w14:textId="77777777" w:rsidR="009B21B7" w:rsidRPr="0062025D" w:rsidRDefault="009B21B7" w:rsidP="009B21B7">
            <w:pPr>
              <w:pStyle w:val="Default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62025D">
              <w:rPr>
                <w:sz w:val="20"/>
                <w:szCs w:val="20"/>
              </w:rPr>
              <w:t xml:space="preserve">Text Types, sample units &amp; planning strategies </w:t>
            </w:r>
          </w:p>
          <w:p w14:paraId="2BD64E72" w14:textId="77777777" w:rsidR="00A21DCE" w:rsidRPr="00D43294" w:rsidRDefault="00A21DCE" w:rsidP="0062025D">
            <w:pPr>
              <w:pStyle w:val="NoSpacing"/>
              <w:rPr>
                <w:rFonts w:cs="Arial"/>
                <w:bCs/>
                <w:szCs w:val="20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0351C136" w14:textId="47D2F4B4" w:rsidR="00BE2FD8" w:rsidRPr="00BE2FD8" w:rsidRDefault="00307F8C" w:rsidP="00BE2FD8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 talk by Peter </w:t>
            </w:r>
            <w:proofErr w:type="spellStart"/>
            <w:r>
              <w:rPr>
                <w:b/>
                <w:sz w:val="20"/>
                <w:szCs w:val="20"/>
              </w:rPr>
              <w:t>Hendriks</w:t>
            </w:r>
            <w:proofErr w:type="spellEnd"/>
            <w:r w:rsidR="00BE2FD8" w:rsidRPr="00BE2FD8">
              <w:rPr>
                <w:b/>
                <w:sz w:val="20"/>
                <w:szCs w:val="20"/>
              </w:rPr>
              <w:t xml:space="preserve"> </w:t>
            </w:r>
          </w:p>
          <w:p w14:paraId="02AAA7F2" w14:textId="287D9892" w:rsidR="00BE2FD8" w:rsidRPr="00BE2FD8" w:rsidRDefault="00BE2FD8" w:rsidP="00BE2FD8">
            <w:pPr>
              <w:pStyle w:val="NoSpacing"/>
              <w:rPr>
                <w:rFonts w:cs="Arial"/>
                <w:b/>
                <w:szCs w:val="20"/>
              </w:rPr>
            </w:pPr>
            <w:proofErr w:type="gramStart"/>
            <w:r w:rsidRPr="00BE2FD8">
              <w:rPr>
                <w:rFonts w:cs="Arial"/>
                <w:b/>
                <w:color w:val="000000"/>
                <w:szCs w:val="20"/>
                <w:lang w:val="en-US"/>
              </w:rPr>
              <w:t>specialist</w:t>
            </w:r>
            <w:proofErr w:type="gramEnd"/>
            <w:r w:rsidRPr="00BE2FD8">
              <w:rPr>
                <w:rFonts w:cs="Arial"/>
                <w:b/>
                <w:color w:val="000000"/>
                <w:szCs w:val="20"/>
                <w:lang w:val="en-US"/>
              </w:rPr>
              <w:t xml:space="preserve"> in Japanese linguistics </w:t>
            </w:r>
            <w:r w:rsidRPr="00BE2FD8">
              <w:rPr>
                <w:rFonts w:cs="Arial"/>
                <w:b/>
                <w:szCs w:val="20"/>
              </w:rPr>
              <w:t>A</w:t>
            </w:r>
            <w:r w:rsidR="00307F8C">
              <w:rPr>
                <w:rFonts w:cs="Arial"/>
                <w:b/>
                <w:szCs w:val="20"/>
              </w:rPr>
              <w:t xml:space="preserve">ustralian </w:t>
            </w:r>
            <w:r w:rsidRPr="00BE2FD8">
              <w:rPr>
                <w:rFonts w:cs="Arial"/>
                <w:b/>
                <w:szCs w:val="20"/>
              </w:rPr>
              <w:t>N</w:t>
            </w:r>
            <w:r w:rsidR="00307F8C">
              <w:rPr>
                <w:rFonts w:cs="Arial"/>
                <w:b/>
                <w:szCs w:val="20"/>
              </w:rPr>
              <w:t xml:space="preserve">ational </w:t>
            </w:r>
            <w:r w:rsidRPr="00BE2FD8">
              <w:rPr>
                <w:rFonts w:cs="Arial"/>
                <w:b/>
                <w:szCs w:val="20"/>
              </w:rPr>
              <w:t>U</w:t>
            </w:r>
            <w:r w:rsidR="00307F8C">
              <w:rPr>
                <w:rFonts w:cs="Arial"/>
                <w:b/>
                <w:szCs w:val="20"/>
              </w:rPr>
              <w:t>niversity</w:t>
            </w:r>
          </w:p>
          <w:p w14:paraId="67F9AA41" w14:textId="77777777" w:rsidR="00BE2FD8" w:rsidRDefault="00BE2FD8" w:rsidP="003C2ACD">
            <w:pPr>
              <w:pStyle w:val="NoSpacing"/>
              <w:rPr>
                <w:rFonts w:cs="Arial"/>
                <w:b/>
                <w:szCs w:val="20"/>
              </w:rPr>
            </w:pPr>
          </w:p>
          <w:p w14:paraId="70057A6C" w14:textId="77777777" w:rsidR="00BE2FD8" w:rsidRDefault="00BE2FD8" w:rsidP="003C2ACD">
            <w:pPr>
              <w:pStyle w:val="NoSpacing"/>
              <w:rPr>
                <w:rFonts w:cs="Arial"/>
                <w:b/>
                <w:szCs w:val="20"/>
              </w:rPr>
            </w:pPr>
          </w:p>
          <w:p w14:paraId="1D3666EA" w14:textId="77777777" w:rsidR="00BE2FD8" w:rsidRDefault="00BE2FD8" w:rsidP="003C2ACD">
            <w:pPr>
              <w:pStyle w:val="NoSpacing"/>
              <w:rPr>
                <w:rFonts w:cs="Arial"/>
                <w:b/>
                <w:szCs w:val="20"/>
              </w:rPr>
            </w:pPr>
          </w:p>
          <w:p w14:paraId="4B16E537" w14:textId="77777777" w:rsidR="00BE2FD8" w:rsidRDefault="00BE2FD8" w:rsidP="003C2ACD">
            <w:pPr>
              <w:pStyle w:val="NoSpacing"/>
              <w:rPr>
                <w:rFonts w:cs="Arial"/>
                <w:b/>
                <w:szCs w:val="20"/>
              </w:rPr>
            </w:pPr>
          </w:p>
          <w:p w14:paraId="48645063" w14:textId="77777777" w:rsidR="00BE2FD8" w:rsidRDefault="00BE2FD8" w:rsidP="003C2ACD">
            <w:pPr>
              <w:pStyle w:val="NoSpacing"/>
              <w:rPr>
                <w:rFonts w:cs="Arial"/>
                <w:b/>
                <w:szCs w:val="20"/>
              </w:rPr>
            </w:pPr>
          </w:p>
          <w:p w14:paraId="4B6CC4E6" w14:textId="77777777" w:rsidR="00BE2FD8" w:rsidRDefault="00BE2FD8" w:rsidP="003C2ACD">
            <w:pPr>
              <w:pStyle w:val="NoSpacing"/>
              <w:rPr>
                <w:rFonts w:cs="Arial"/>
                <w:b/>
                <w:szCs w:val="20"/>
              </w:rPr>
            </w:pPr>
          </w:p>
          <w:p w14:paraId="26CA8AB7" w14:textId="77777777" w:rsidR="00BE2FD8" w:rsidRDefault="00BE2FD8" w:rsidP="003C2ACD">
            <w:pPr>
              <w:pStyle w:val="NoSpacing"/>
              <w:rPr>
                <w:rFonts w:cs="Arial"/>
                <w:b/>
                <w:szCs w:val="20"/>
              </w:rPr>
            </w:pPr>
          </w:p>
          <w:p w14:paraId="4BDD1692" w14:textId="284A7BBE" w:rsidR="00A21DCE" w:rsidRPr="00D43294" w:rsidRDefault="00A21DCE" w:rsidP="00BE2FD8">
            <w:pPr>
              <w:pStyle w:val="NoSpacing"/>
              <w:ind w:left="360"/>
              <w:rPr>
                <w:rFonts w:cs="Arial"/>
                <w:szCs w:val="20"/>
              </w:rPr>
            </w:pPr>
          </w:p>
        </w:tc>
      </w:tr>
      <w:tr w:rsidR="00A21DCE" w:rsidRPr="00D43294" w14:paraId="66625D85" w14:textId="77777777" w:rsidTr="00BE2FD8">
        <w:trPr>
          <w:trHeight w:val="1357"/>
        </w:trPr>
        <w:tc>
          <w:tcPr>
            <w:tcW w:w="1800" w:type="dxa"/>
            <w:tcBorders>
              <w:top w:val="single" w:sz="4" w:space="0" w:color="auto"/>
            </w:tcBorders>
          </w:tcPr>
          <w:p w14:paraId="6D3DF8EF" w14:textId="77777777" w:rsidR="00A21DCE" w:rsidRDefault="00A21DCE" w:rsidP="003C2ACD">
            <w:pPr>
              <w:pStyle w:val="NoSpacing"/>
              <w:rPr>
                <w:rFonts w:cs="Arial"/>
                <w:b/>
                <w:bCs/>
                <w:sz w:val="24"/>
              </w:rPr>
            </w:pPr>
          </w:p>
          <w:p w14:paraId="7D83E8F3" w14:textId="77777777" w:rsidR="00BE2FD8" w:rsidRDefault="00BE2FD8" w:rsidP="003C2ACD">
            <w:pPr>
              <w:pStyle w:val="NoSpacing"/>
              <w:rPr>
                <w:rFonts w:cs="Arial"/>
                <w:b/>
                <w:bCs/>
                <w:sz w:val="24"/>
              </w:rPr>
            </w:pPr>
          </w:p>
          <w:p w14:paraId="488CA37E" w14:textId="77777777" w:rsidR="00BE2FD8" w:rsidRDefault="00BE2FD8" w:rsidP="003C2ACD">
            <w:pPr>
              <w:pStyle w:val="NoSpacing"/>
              <w:rPr>
                <w:rFonts w:cs="Arial"/>
                <w:b/>
                <w:bCs/>
                <w:sz w:val="24"/>
              </w:rPr>
            </w:pPr>
          </w:p>
          <w:p w14:paraId="51E0658C" w14:textId="61859085" w:rsidR="00BE2FD8" w:rsidRPr="00D43294" w:rsidRDefault="00BE2FD8" w:rsidP="003C2ACD">
            <w:pPr>
              <w:pStyle w:val="NoSpacing"/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9.15 – 10.30</w:t>
            </w:r>
          </w:p>
        </w:tc>
        <w:tc>
          <w:tcPr>
            <w:tcW w:w="2640" w:type="dxa"/>
          </w:tcPr>
          <w:p w14:paraId="28A4962F" w14:textId="77777777" w:rsidR="00761F69" w:rsidRDefault="00A21DCE" w:rsidP="00761F69">
            <w:pPr>
              <w:spacing w:before="0" w:line="240" w:lineRule="auto"/>
              <w:rPr>
                <w:b/>
              </w:rPr>
            </w:pPr>
            <w:r>
              <w:rPr>
                <w:b/>
              </w:rPr>
              <w:t xml:space="preserve">Session 1: </w:t>
            </w:r>
          </w:p>
          <w:p w14:paraId="4D22593F" w14:textId="77777777" w:rsidR="00A21DCE" w:rsidRPr="00761F69" w:rsidRDefault="00761F69" w:rsidP="00761F69">
            <w:pPr>
              <w:spacing w:before="0" w:line="240" w:lineRule="auto"/>
              <w:rPr>
                <w:b/>
              </w:rPr>
            </w:pPr>
            <w:r w:rsidRPr="00761F69">
              <w:rPr>
                <w:rFonts w:asciiTheme="majorHAnsi" w:hAnsiTheme="majorHAnsi"/>
                <w:b/>
              </w:rPr>
              <w:t>Introduction</w:t>
            </w:r>
          </w:p>
          <w:p w14:paraId="39C6AD5D" w14:textId="77777777" w:rsidR="00761F69" w:rsidRPr="00761F69" w:rsidRDefault="00761F69" w:rsidP="00761F69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  <w:szCs w:val="20"/>
              </w:rPr>
            </w:pPr>
            <w:r w:rsidRPr="00761F69">
              <w:rPr>
                <w:rFonts w:ascii="Arial" w:hAnsi="Arial" w:cs="Times New Roman"/>
                <w:sz w:val="20"/>
                <w:szCs w:val="20"/>
              </w:rPr>
              <w:t>Introduction of participants and leader</w:t>
            </w:r>
          </w:p>
          <w:p w14:paraId="15F59CB5" w14:textId="77777777" w:rsidR="00761F69" w:rsidRPr="00761F69" w:rsidRDefault="00761F69" w:rsidP="00761F69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  <w:szCs w:val="20"/>
              </w:rPr>
            </w:pPr>
            <w:r w:rsidRPr="00761F69">
              <w:rPr>
                <w:rFonts w:ascii="Arial" w:hAnsi="Arial" w:cs="Times New Roman"/>
                <w:sz w:val="20"/>
                <w:szCs w:val="20"/>
              </w:rPr>
              <w:t>Introduction to workshop</w:t>
            </w:r>
          </w:p>
          <w:p w14:paraId="0A899004" w14:textId="77777777" w:rsidR="00761F69" w:rsidRPr="00761F69" w:rsidRDefault="00761F69" w:rsidP="00761F69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 w:cs="Times New Roman"/>
                <w:sz w:val="20"/>
                <w:szCs w:val="20"/>
              </w:rPr>
            </w:pPr>
            <w:r w:rsidRPr="00761F69">
              <w:rPr>
                <w:rFonts w:ascii="Arial" w:hAnsi="Arial" w:cs="Arial"/>
                <w:bCs/>
                <w:sz w:val="20"/>
                <w:szCs w:val="20"/>
              </w:rPr>
              <w:t>Course overview, goals</w:t>
            </w:r>
          </w:p>
          <w:p w14:paraId="5A66AF23" w14:textId="77777777" w:rsidR="00A21DCE" w:rsidRDefault="00A21DCE" w:rsidP="00A21DCE">
            <w:pPr>
              <w:spacing w:before="0" w:line="240" w:lineRule="auto"/>
              <w:ind w:left="360"/>
              <w:rPr>
                <w:b/>
              </w:rPr>
            </w:pPr>
          </w:p>
        </w:tc>
        <w:tc>
          <w:tcPr>
            <w:tcW w:w="2760" w:type="dxa"/>
            <w:vMerge/>
          </w:tcPr>
          <w:p w14:paraId="3059A8B5" w14:textId="77777777" w:rsidR="00A21DCE" w:rsidRPr="00D43294" w:rsidRDefault="00A21DCE" w:rsidP="003C2ACD">
            <w:pPr>
              <w:pStyle w:val="NoSpacing"/>
              <w:rPr>
                <w:rFonts w:cs="Arial"/>
                <w:b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7F1D067A" w14:textId="77777777" w:rsidR="00BE2FD8" w:rsidRPr="00D43294" w:rsidRDefault="00BE2FD8" w:rsidP="003C2ACD">
            <w:pPr>
              <w:pStyle w:val="NoSpacing"/>
              <w:rPr>
                <w:rFonts w:cs="Arial"/>
                <w:b/>
                <w:szCs w:val="20"/>
              </w:rPr>
            </w:pPr>
            <w:r w:rsidRPr="00D43294">
              <w:rPr>
                <w:rFonts w:cs="Arial"/>
                <w:b/>
                <w:szCs w:val="20"/>
              </w:rPr>
              <w:t>Session 9:</w:t>
            </w:r>
          </w:p>
          <w:p w14:paraId="178E74F4" w14:textId="77777777" w:rsidR="00BE2FD8" w:rsidRPr="009B21B7" w:rsidRDefault="00BE2FD8" w:rsidP="009B21B7">
            <w:pPr>
              <w:pStyle w:val="NoSpacing"/>
              <w:rPr>
                <w:rFonts w:cs="Arial"/>
                <w:b/>
                <w:bCs/>
              </w:rPr>
            </w:pPr>
            <w:r w:rsidRPr="00761F69">
              <w:rPr>
                <w:rFonts w:cs="Arial"/>
                <w:b/>
                <w:bCs/>
              </w:rPr>
              <w:t>Assessment focus:</w:t>
            </w:r>
          </w:p>
          <w:p w14:paraId="4F296737" w14:textId="77777777" w:rsidR="00BE2FD8" w:rsidRPr="00170D1C" w:rsidRDefault="00BE2FD8" w:rsidP="009B21B7">
            <w:pPr>
              <w:pStyle w:val="NoSpacing"/>
              <w:rPr>
                <w:rFonts w:cs="Arial"/>
                <w:szCs w:val="20"/>
              </w:rPr>
            </w:pPr>
            <w:r w:rsidRPr="00170D1C">
              <w:rPr>
                <w:rFonts w:cs="Arial"/>
              </w:rPr>
              <w:t>External Assessments</w:t>
            </w:r>
          </w:p>
          <w:p w14:paraId="7AA9FD2B" w14:textId="02699A20" w:rsidR="00A21DCE" w:rsidRPr="00D43294" w:rsidRDefault="00BE2FD8" w:rsidP="009B21B7">
            <w:pPr>
              <w:pStyle w:val="NoSpacing"/>
              <w:numPr>
                <w:ilvl w:val="0"/>
                <w:numId w:val="12"/>
              </w:numPr>
              <w:rPr>
                <w:rFonts w:cs="Arial"/>
                <w:b/>
                <w:szCs w:val="20"/>
              </w:rPr>
            </w:pPr>
            <w:r w:rsidRPr="00170D1C">
              <w:rPr>
                <w:rFonts w:cs="Arial"/>
              </w:rPr>
              <w:t>Paper 1 HL/SL</w:t>
            </w:r>
          </w:p>
        </w:tc>
      </w:tr>
      <w:tr w:rsidR="00A21DCE" w:rsidRPr="00D43294" w14:paraId="51F88AE9" w14:textId="77777777" w:rsidTr="003C2ACD">
        <w:trPr>
          <w:trHeight w:val="242"/>
        </w:trPr>
        <w:tc>
          <w:tcPr>
            <w:tcW w:w="1800" w:type="dxa"/>
            <w:shd w:val="clear" w:color="auto" w:fill="BFBFBF"/>
          </w:tcPr>
          <w:p w14:paraId="66AA9DBE" w14:textId="5685FCBE" w:rsidR="00A21DCE" w:rsidRPr="00D43294" w:rsidRDefault="00BE2FD8" w:rsidP="003C2ACD">
            <w:pPr>
              <w:pStyle w:val="NoSpacing"/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10:30 – 11:00</w:t>
            </w:r>
          </w:p>
        </w:tc>
        <w:tc>
          <w:tcPr>
            <w:tcW w:w="8280" w:type="dxa"/>
            <w:gridSpan w:val="3"/>
            <w:shd w:val="clear" w:color="auto" w:fill="BFBFBF"/>
          </w:tcPr>
          <w:p w14:paraId="3A72677A" w14:textId="77777777" w:rsidR="00A21DCE" w:rsidRPr="00D43294" w:rsidRDefault="00A21DCE" w:rsidP="003C2ACD">
            <w:pPr>
              <w:pStyle w:val="NoSpacing"/>
              <w:jc w:val="center"/>
              <w:rPr>
                <w:rFonts w:cs="Arial"/>
                <w:sz w:val="24"/>
              </w:rPr>
            </w:pPr>
            <w:r w:rsidRPr="00D43294">
              <w:rPr>
                <w:rFonts w:cs="Arial"/>
                <w:b/>
                <w:bCs/>
                <w:sz w:val="24"/>
              </w:rPr>
              <w:t>Morning Break</w:t>
            </w:r>
          </w:p>
        </w:tc>
      </w:tr>
      <w:tr w:rsidR="00A21DCE" w:rsidRPr="00D43294" w14:paraId="46355499" w14:textId="77777777" w:rsidTr="003067EB">
        <w:trPr>
          <w:trHeight w:val="1630"/>
        </w:trPr>
        <w:tc>
          <w:tcPr>
            <w:tcW w:w="1800" w:type="dxa"/>
            <w:vAlign w:val="center"/>
          </w:tcPr>
          <w:p w14:paraId="46F5F372" w14:textId="03D2CD60" w:rsidR="00A21DCE" w:rsidRPr="00D43294" w:rsidRDefault="00BE2FD8" w:rsidP="003067EB">
            <w:pPr>
              <w:pStyle w:val="NoSpacing"/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11:00 – 12</w:t>
            </w:r>
            <w:bookmarkStart w:id="0" w:name="_GoBack"/>
            <w:bookmarkEnd w:id="0"/>
            <w:r>
              <w:rPr>
                <w:rFonts w:cs="Arial"/>
                <w:b/>
                <w:bCs/>
                <w:sz w:val="24"/>
              </w:rPr>
              <w:t>:3</w:t>
            </w:r>
            <w:r w:rsidR="00A21DCE" w:rsidRPr="00D43294">
              <w:rPr>
                <w:rFonts w:cs="Arial"/>
                <w:b/>
                <w:bCs/>
                <w:sz w:val="24"/>
              </w:rPr>
              <w:t xml:space="preserve">0 </w:t>
            </w:r>
          </w:p>
        </w:tc>
        <w:tc>
          <w:tcPr>
            <w:tcW w:w="2640" w:type="dxa"/>
          </w:tcPr>
          <w:p w14:paraId="64893E58" w14:textId="77777777" w:rsidR="00A21DCE" w:rsidRPr="00D43294" w:rsidRDefault="00A21DCE" w:rsidP="003C2ACD">
            <w:pPr>
              <w:pStyle w:val="NoSpacing"/>
              <w:rPr>
                <w:rFonts w:cs="Arial"/>
                <w:b/>
                <w:szCs w:val="20"/>
              </w:rPr>
            </w:pPr>
            <w:r w:rsidRPr="00D43294">
              <w:rPr>
                <w:rFonts w:cs="Arial"/>
                <w:b/>
                <w:szCs w:val="20"/>
              </w:rPr>
              <w:t xml:space="preserve">Session 2: </w:t>
            </w:r>
          </w:p>
          <w:p w14:paraId="00299F52" w14:textId="77777777" w:rsidR="00A21DCE" w:rsidRDefault="00761F69" w:rsidP="00A21DCE">
            <w:pPr>
              <w:spacing w:before="0" w:line="240" w:lineRule="auto"/>
              <w:rPr>
                <w:b/>
              </w:rPr>
            </w:pPr>
            <w:r>
              <w:rPr>
                <w:rFonts w:cs="Arial"/>
                <w:b/>
                <w:iCs/>
              </w:rPr>
              <w:t>What is this course?</w:t>
            </w:r>
          </w:p>
          <w:p w14:paraId="57D1CF19" w14:textId="77777777" w:rsidR="00761F69" w:rsidRPr="009B21B7" w:rsidRDefault="00761F69" w:rsidP="00761F69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0"/>
                <w:szCs w:val="20"/>
              </w:rPr>
            </w:pPr>
            <w:r w:rsidRPr="009B21B7">
              <w:rPr>
                <w:rFonts w:ascii="Arial" w:hAnsi="Arial" w:cs="Arial"/>
                <w:sz w:val="20"/>
                <w:szCs w:val="20"/>
              </w:rPr>
              <w:t>Clarification of L&amp;L</w:t>
            </w:r>
          </w:p>
          <w:p w14:paraId="2702E8C6" w14:textId="77777777" w:rsidR="00761F69" w:rsidRPr="009B21B7" w:rsidRDefault="00761F69" w:rsidP="00761F69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0"/>
                <w:szCs w:val="20"/>
              </w:rPr>
            </w:pPr>
            <w:r w:rsidRPr="009B21B7">
              <w:rPr>
                <w:rFonts w:ascii="Arial" w:hAnsi="Arial" w:cs="Arial"/>
                <w:sz w:val="20"/>
                <w:szCs w:val="20"/>
              </w:rPr>
              <w:t>Differences between Lit and L&amp;L</w:t>
            </w:r>
          </w:p>
          <w:p w14:paraId="35A8AB01" w14:textId="77777777" w:rsidR="00A21DCE" w:rsidRPr="009B21B7" w:rsidRDefault="00761F69" w:rsidP="00761F69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0"/>
                <w:szCs w:val="20"/>
              </w:rPr>
            </w:pPr>
            <w:r w:rsidRPr="009B21B7">
              <w:rPr>
                <w:rFonts w:ascii="Arial" w:hAnsi="Arial" w:cs="Arial"/>
                <w:sz w:val="20"/>
                <w:szCs w:val="20"/>
              </w:rPr>
              <w:t>Differences between SL and HL L&amp;L</w:t>
            </w:r>
            <w:r w:rsidRPr="009B21B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22B50C3F" w14:textId="77777777" w:rsidR="009B21B7" w:rsidRPr="00761F69" w:rsidRDefault="009B21B7" w:rsidP="00761F69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240"/>
              <w:rPr>
                <w:rFonts w:asciiTheme="majorHAnsi" w:hAnsiTheme="majorHAnsi" w:cs="Arial"/>
              </w:rPr>
            </w:pPr>
            <w:r w:rsidRPr="009B21B7">
              <w:rPr>
                <w:rFonts w:ascii="Arial" w:hAnsi="Arial" w:cs="Arial"/>
                <w:sz w:val="20"/>
                <w:szCs w:val="20"/>
              </w:rPr>
              <w:t>Language</w:t>
            </w:r>
            <w:r>
              <w:rPr>
                <w:rFonts w:ascii="Arial" w:hAnsi="Arial" w:cs="Arial"/>
                <w:sz w:val="20"/>
                <w:szCs w:val="20"/>
              </w:rPr>
              <w:t xml:space="preserve"> in a cultural context</w:t>
            </w:r>
          </w:p>
        </w:tc>
        <w:tc>
          <w:tcPr>
            <w:tcW w:w="2760" w:type="dxa"/>
          </w:tcPr>
          <w:p w14:paraId="16A3A049" w14:textId="77777777" w:rsidR="00761F69" w:rsidRDefault="00A21DCE" w:rsidP="00761F69">
            <w:pPr>
              <w:pStyle w:val="NoSpacing"/>
              <w:rPr>
                <w:rFonts w:cs="Arial"/>
                <w:b/>
                <w:szCs w:val="20"/>
              </w:rPr>
            </w:pPr>
            <w:r w:rsidRPr="00D43294">
              <w:rPr>
                <w:rFonts w:cs="Arial"/>
                <w:b/>
                <w:szCs w:val="20"/>
              </w:rPr>
              <w:t>Session 6:</w:t>
            </w:r>
          </w:p>
          <w:p w14:paraId="1E48CA5E" w14:textId="77777777" w:rsidR="0062025D" w:rsidRDefault="0062025D" w:rsidP="0062025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Language in Cultural Context </w:t>
            </w:r>
          </w:p>
          <w:p w14:paraId="69883450" w14:textId="77777777" w:rsidR="0062025D" w:rsidRDefault="0062025D" w:rsidP="0062025D">
            <w:pPr>
              <w:pStyle w:val="Default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Text types, sample units &amp; planning strategies </w:t>
            </w:r>
          </w:p>
          <w:p w14:paraId="294BDBCC" w14:textId="77777777" w:rsidR="0062025D" w:rsidRDefault="0062025D" w:rsidP="0062025D">
            <w:pPr>
              <w:pStyle w:val="Default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62025D">
              <w:rPr>
                <w:sz w:val="20"/>
                <w:szCs w:val="20"/>
              </w:rPr>
              <w:t xml:space="preserve">Links to Paper 1 </w:t>
            </w:r>
          </w:p>
          <w:p w14:paraId="5E3BE8D0" w14:textId="77777777" w:rsidR="0062025D" w:rsidRDefault="0062025D" w:rsidP="0062025D">
            <w:pPr>
              <w:pStyle w:val="Default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62025D">
              <w:rPr>
                <w:sz w:val="20"/>
                <w:szCs w:val="20"/>
              </w:rPr>
              <w:t xml:space="preserve">Discussion: implications for planning/teaching </w:t>
            </w:r>
          </w:p>
          <w:p w14:paraId="3B5F6D3F" w14:textId="77777777" w:rsidR="00A21DCE" w:rsidRPr="0062025D" w:rsidRDefault="0062025D" w:rsidP="0062025D">
            <w:pPr>
              <w:pStyle w:val="Default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62025D">
              <w:rPr>
                <w:sz w:val="20"/>
                <w:szCs w:val="20"/>
              </w:rPr>
              <w:t>lan</w:t>
            </w:r>
            <w:r>
              <w:rPr>
                <w:sz w:val="20"/>
                <w:szCs w:val="20"/>
              </w:rPr>
              <w:t>ning</w:t>
            </w:r>
            <w:r w:rsidRPr="0062025D">
              <w:rPr>
                <w:sz w:val="20"/>
                <w:szCs w:val="20"/>
              </w:rPr>
              <w:t xml:space="preserve"> a possible </w:t>
            </w:r>
            <w:r>
              <w:rPr>
                <w:sz w:val="20"/>
                <w:szCs w:val="20"/>
              </w:rPr>
              <w:t>a u</w:t>
            </w:r>
            <w:r w:rsidRPr="0062025D">
              <w:rPr>
                <w:sz w:val="20"/>
                <w:szCs w:val="20"/>
              </w:rPr>
              <w:t xml:space="preserve">nit </w:t>
            </w:r>
          </w:p>
        </w:tc>
        <w:tc>
          <w:tcPr>
            <w:tcW w:w="2880" w:type="dxa"/>
          </w:tcPr>
          <w:p w14:paraId="56EEE320" w14:textId="77777777" w:rsidR="00A21DCE" w:rsidRPr="00D43294" w:rsidRDefault="00A21DCE" w:rsidP="003C2ACD">
            <w:pPr>
              <w:pStyle w:val="NoSpacing"/>
              <w:rPr>
                <w:rFonts w:cs="Arial"/>
                <w:b/>
                <w:szCs w:val="20"/>
              </w:rPr>
            </w:pPr>
            <w:r w:rsidRPr="00D43294">
              <w:rPr>
                <w:rFonts w:cs="Arial"/>
                <w:b/>
                <w:szCs w:val="20"/>
              </w:rPr>
              <w:t>Session 10:</w:t>
            </w:r>
          </w:p>
          <w:p w14:paraId="258C2947" w14:textId="77777777" w:rsidR="009B21B7" w:rsidRPr="009B21B7" w:rsidRDefault="009B21B7" w:rsidP="009B21B7">
            <w:pPr>
              <w:pStyle w:val="NoSpacing"/>
              <w:rPr>
                <w:rFonts w:cs="Arial"/>
                <w:b/>
                <w:bCs/>
              </w:rPr>
            </w:pPr>
            <w:r w:rsidRPr="00761F69">
              <w:rPr>
                <w:rFonts w:cs="Arial"/>
                <w:b/>
                <w:bCs/>
              </w:rPr>
              <w:t>Assessment focus:</w:t>
            </w:r>
          </w:p>
          <w:p w14:paraId="0D185CCB" w14:textId="77777777" w:rsidR="009B21B7" w:rsidRPr="00170D1C" w:rsidRDefault="009B21B7" w:rsidP="009B21B7">
            <w:pPr>
              <w:pStyle w:val="NoSpacing"/>
              <w:rPr>
                <w:rFonts w:cs="Arial"/>
                <w:szCs w:val="20"/>
              </w:rPr>
            </w:pPr>
            <w:r w:rsidRPr="00170D1C">
              <w:rPr>
                <w:rFonts w:cs="Arial"/>
              </w:rPr>
              <w:t>External Assessments</w:t>
            </w:r>
          </w:p>
          <w:p w14:paraId="7AAC7C9C" w14:textId="77777777" w:rsidR="00A21DCE" w:rsidRPr="00D43294" w:rsidRDefault="009B21B7" w:rsidP="009B21B7">
            <w:pPr>
              <w:pStyle w:val="NoSpacing"/>
              <w:numPr>
                <w:ilvl w:val="0"/>
                <w:numId w:val="9"/>
              </w:numPr>
              <w:rPr>
                <w:rFonts w:cs="Arial"/>
                <w:bCs/>
                <w:szCs w:val="20"/>
              </w:rPr>
            </w:pPr>
            <w:r w:rsidRPr="00170D1C">
              <w:rPr>
                <w:rFonts w:cs="Arial"/>
              </w:rPr>
              <w:t>Paper 2 HL/SL</w:t>
            </w:r>
          </w:p>
        </w:tc>
      </w:tr>
      <w:tr w:rsidR="00A21DCE" w:rsidRPr="00D43294" w14:paraId="7098442B" w14:textId="77777777" w:rsidTr="003C2ACD">
        <w:trPr>
          <w:trHeight w:val="278"/>
        </w:trPr>
        <w:tc>
          <w:tcPr>
            <w:tcW w:w="1800" w:type="dxa"/>
            <w:shd w:val="clear" w:color="auto" w:fill="BFBFBF"/>
          </w:tcPr>
          <w:p w14:paraId="06FB4907" w14:textId="2B1FE6CE" w:rsidR="00A21DCE" w:rsidRPr="00D43294" w:rsidRDefault="00BE2FD8" w:rsidP="003C2ACD">
            <w:pPr>
              <w:pStyle w:val="NoSpacing"/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12:30 – 1:3</w:t>
            </w:r>
            <w:r w:rsidR="00A21DCE" w:rsidRPr="00D43294">
              <w:rPr>
                <w:rFonts w:cs="Arial"/>
                <w:b/>
                <w:bCs/>
                <w:sz w:val="24"/>
              </w:rPr>
              <w:t>0</w:t>
            </w:r>
          </w:p>
        </w:tc>
        <w:tc>
          <w:tcPr>
            <w:tcW w:w="8280" w:type="dxa"/>
            <w:gridSpan w:val="3"/>
            <w:shd w:val="clear" w:color="auto" w:fill="BFBFBF"/>
          </w:tcPr>
          <w:p w14:paraId="712D440B" w14:textId="77777777" w:rsidR="00A21DCE" w:rsidRPr="00D43294" w:rsidRDefault="00A21DCE" w:rsidP="003C2ACD">
            <w:pPr>
              <w:pStyle w:val="NoSpacing"/>
              <w:jc w:val="center"/>
              <w:rPr>
                <w:rFonts w:cs="Arial"/>
                <w:sz w:val="24"/>
              </w:rPr>
            </w:pPr>
            <w:r w:rsidRPr="00D43294">
              <w:rPr>
                <w:rFonts w:cs="Arial"/>
                <w:b/>
                <w:bCs/>
                <w:sz w:val="24"/>
              </w:rPr>
              <w:t>Lunch</w:t>
            </w:r>
          </w:p>
        </w:tc>
      </w:tr>
      <w:tr w:rsidR="00A21DCE" w:rsidRPr="00D43294" w14:paraId="2F5936D1" w14:textId="77777777" w:rsidTr="003067EB">
        <w:trPr>
          <w:trHeight w:val="1675"/>
        </w:trPr>
        <w:tc>
          <w:tcPr>
            <w:tcW w:w="1800" w:type="dxa"/>
            <w:vAlign w:val="center"/>
          </w:tcPr>
          <w:p w14:paraId="1C7C0E4C" w14:textId="13E2F847" w:rsidR="00A21DCE" w:rsidRPr="00D43294" w:rsidRDefault="00BE2FD8" w:rsidP="003067EB">
            <w:pPr>
              <w:pStyle w:val="NoSpacing"/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1:30 – 3:0</w:t>
            </w:r>
            <w:r w:rsidR="00A21DCE" w:rsidRPr="00D43294">
              <w:rPr>
                <w:rFonts w:cs="Arial"/>
                <w:b/>
                <w:bCs/>
                <w:sz w:val="24"/>
              </w:rPr>
              <w:t>0</w:t>
            </w:r>
          </w:p>
        </w:tc>
        <w:tc>
          <w:tcPr>
            <w:tcW w:w="2640" w:type="dxa"/>
          </w:tcPr>
          <w:p w14:paraId="5E3D4A02" w14:textId="77777777" w:rsidR="00A21DCE" w:rsidRPr="00D43294" w:rsidRDefault="00A21DCE" w:rsidP="003C2ACD">
            <w:pPr>
              <w:pStyle w:val="NoSpacing"/>
              <w:rPr>
                <w:rFonts w:cs="Arial"/>
                <w:b/>
                <w:szCs w:val="20"/>
              </w:rPr>
            </w:pPr>
            <w:r w:rsidRPr="00D43294">
              <w:rPr>
                <w:rFonts w:cs="Arial"/>
                <w:b/>
                <w:szCs w:val="20"/>
              </w:rPr>
              <w:t>Session 3:</w:t>
            </w:r>
          </w:p>
          <w:p w14:paraId="704D04BE" w14:textId="77777777" w:rsidR="00A21DCE" w:rsidRDefault="00761F69" w:rsidP="00A21DCE">
            <w:pPr>
              <w:spacing w:before="0" w:line="240" w:lineRule="auto"/>
              <w:rPr>
                <w:b/>
              </w:rPr>
            </w:pPr>
            <w:r>
              <w:rPr>
                <w:rFonts w:cs="Arial"/>
                <w:b/>
                <w:iCs/>
              </w:rPr>
              <w:t>What might work?</w:t>
            </w:r>
          </w:p>
          <w:p w14:paraId="55BBDAF1" w14:textId="77777777" w:rsidR="00761F69" w:rsidRPr="00761F69" w:rsidRDefault="00761F69" w:rsidP="00761F69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240"/>
              <w:rPr>
                <w:rFonts w:ascii="Arial" w:hAnsi="Arial" w:cs="Calibri"/>
                <w:sz w:val="20"/>
                <w:szCs w:val="20"/>
              </w:rPr>
            </w:pPr>
            <w:r w:rsidRPr="00761F69">
              <w:rPr>
                <w:rFonts w:ascii="Arial" w:hAnsi="Arial" w:cs="Arial"/>
                <w:sz w:val="20"/>
                <w:szCs w:val="20"/>
              </w:rPr>
              <w:t>Sequencing of the course</w:t>
            </w:r>
          </w:p>
          <w:p w14:paraId="22CB3B60" w14:textId="77777777" w:rsidR="00A21DCE" w:rsidRPr="00761F69" w:rsidRDefault="00761F69" w:rsidP="00761F69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240"/>
              <w:rPr>
                <w:rFonts w:asciiTheme="majorHAnsi" w:hAnsiTheme="majorHAnsi" w:cs="Calibri"/>
              </w:rPr>
            </w:pPr>
            <w:r w:rsidRPr="00761F69">
              <w:rPr>
                <w:rFonts w:ascii="Arial" w:hAnsi="Arial" w:cs="Arial"/>
                <w:sz w:val="20"/>
                <w:szCs w:val="20"/>
              </w:rPr>
              <w:t>Text choices</w:t>
            </w:r>
            <w:r w:rsidRPr="00761F69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2760" w:type="dxa"/>
          </w:tcPr>
          <w:p w14:paraId="69B193F6" w14:textId="77777777" w:rsidR="00A21DCE" w:rsidRPr="00D43294" w:rsidRDefault="00A21DCE" w:rsidP="003C2ACD">
            <w:pPr>
              <w:pStyle w:val="NoSpacing"/>
              <w:rPr>
                <w:rFonts w:cs="Arial"/>
                <w:b/>
                <w:szCs w:val="20"/>
              </w:rPr>
            </w:pPr>
            <w:r w:rsidRPr="00D43294">
              <w:rPr>
                <w:rFonts w:cs="Arial"/>
                <w:b/>
                <w:szCs w:val="20"/>
              </w:rPr>
              <w:t>Session 7:</w:t>
            </w:r>
          </w:p>
          <w:p w14:paraId="5C862626" w14:textId="77777777" w:rsidR="009B21B7" w:rsidRDefault="009B21B7" w:rsidP="009B21B7">
            <w:pPr>
              <w:pStyle w:val="NoSpacing"/>
              <w:rPr>
                <w:rFonts w:cs="Arial"/>
                <w:b/>
                <w:bCs/>
              </w:rPr>
            </w:pPr>
            <w:r w:rsidRPr="00761F69">
              <w:rPr>
                <w:rFonts w:cs="Arial"/>
                <w:b/>
                <w:bCs/>
              </w:rPr>
              <w:t>Assessment focus:</w:t>
            </w:r>
          </w:p>
          <w:p w14:paraId="21725B38" w14:textId="77777777" w:rsidR="009B21B7" w:rsidRPr="005375E3" w:rsidRDefault="009B21B7" w:rsidP="009B21B7">
            <w:pPr>
              <w:pStyle w:val="NoSpacing"/>
              <w:rPr>
                <w:rFonts w:cs="Arial"/>
                <w:b/>
                <w:szCs w:val="20"/>
              </w:rPr>
            </w:pPr>
            <w:r w:rsidRPr="00761F69">
              <w:rPr>
                <w:rFonts w:cs="Arial"/>
                <w:szCs w:val="20"/>
              </w:rPr>
              <w:t>Internal Assessment</w:t>
            </w:r>
          </w:p>
          <w:p w14:paraId="3B223DE6" w14:textId="77777777" w:rsidR="009B21B7" w:rsidRDefault="009B21B7" w:rsidP="009B21B7">
            <w:pPr>
              <w:pStyle w:val="ListParagraph"/>
              <w:numPr>
                <w:ilvl w:val="0"/>
                <w:numId w:val="9"/>
              </w:numPr>
              <w:rPr>
                <w:rFonts w:ascii="Arial" w:hAnsi="Arial"/>
                <w:sz w:val="20"/>
                <w:szCs w:val="20"/>
              </w:rPr>
            </w:pPr>
            <w:r w:rsidRPr="00761F69">
              <w:rPr>
                <w:rFonts w:ascii="Arial" w:hAnsi="Arial"/>
                <w:sz w:val="20"/>
                <w:szCs w:val="20"/>
              </w:rPr>
              <w:t>Further Oral Activities</w:t>
            </w:r>
          </w:p>
          <w:p w14:paraId="2BAD7021" w14:textId="77777777" w:rsidR="00A21DCE" w:rsidRDefault="009B21B7" w:rsidP="009B21B7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9B21B7">
              <w:rPr>
                <w:rFonts w:ascii="Arial" w:hAnsi="Arial" w:cs="Arial"/>
                <w:sz w:val="20"/>
                <w:szCs w:val="20"/>
              </w:rPr>
              <w:t>Individual Oral Commentaries</w:t>
            </w:r>
          </w:p>
          <w:p w14:paraId="37B37815" w14:textId="77777777" w:rsidR="0062025D" w:rsidRPr="0062025D" w:rsidRDefault="0062025D" w:rsidP="009B21B7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62025D">
              <w:rPr>
                <w:rFonts w:ascii="Arial" w:hAnsi="Arial" w:cs="Arial"/>
                <w:sz w:val="20"/>
                <w:szCs w:val="20"/>
              </w:rPr>
              <w:t>Sharing best practices</w:t>
            </w:r>
          </w:p>
        </w:tc>
        <w:tc>
          <w:tcPr>
            <w:tcW w:w="2880" w:type="dxa"/>
          </w:tcPr>
          <w:p w14:paraId="7B128C27" w14:textId="77777777" w:rsidR="009B21B7" w:rsidRDefault="00A21DCE" w:rsidP="009B21B7">
            <w:pPr>
              <w:pStyle w:val="NoSpacing"/>
              <w:rPr>
                <w:rFonts w:cs="Arial"/>
                <w:b/>
                <w:szCs w:val="20"/>
              </w:rPr>
            </w:pPr>
            <w:r w:rsidRPr="00D43294">
              <w:rPr>
                <w:rFonts w:cs="Arial"/>
                <w:b/>
                <w:szCs w:val="20"/>
              </w:rPr>
              <w:t>Session 11:</w:t>
            </w:r>
          </w:p>
          <w:p w14:paraId="11979BCC" w14:textId="77777777" w:rsidR="009B21B7" w:rsidRPr="009B21B7" w:rsidRDefault="009B21B7" w:rsidP="009B21B7">
            <w:pPr>
              <w:pStyle w:val="NoSpacing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TOK, EE</w:t>
            </w:r>
          </w:p>
          <w:p w14:paraId="00409CAE" w14:textId="77777777" w:rsidR="009B21B7" w:rsidRDefault="009B21B7" w:rsidP="009B21B7">
            <w:pPr>
              <w:pStyle w:val="Default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Exploring Wiki resources</w:t>
            </w:r>
          </w:p>
          <w:p w14:paraId="49C78232" w14:textId="77777777" w:rsidR="009B21B7" w:rsidRDefault="009B21B7" w:rsidP="009B21B7">
            <w:pPr>
              <w:pStyle w:val="Default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9B21B7">
              <w:rPr>
                <w:sz w:val="20"/>
                <w:szCs w:val="20"/>
              </w:rPr>
              <w:t xml:space="preserve">Further links to TOK </w:t>
            </w:r>
          </w:p>
          <w:p w14:paraId="05DAA0D8" w14:textId="678A7D70" w:rsidR="00A21DCE" w:rsidRPr="009B21B7" w:rsidRDefault="00307F8C" w:rsidP="00307F8C">
            <w:pPr>
              <w:pStyle w:val="Default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Group 1 </w:t>
            </w:r>
            <w:proofErr w:type="gramStart"/>
            <w:r>
              <w:rPr>
                <w:sz w:val="20"/>
                <w:szCs w:val="20"/>
              </w:rPr>
              <w:t xml:space="preserve">EE </w:t>
            </w:r>
            <w:r w:rsidR="009B21B7" w:rsidRPr="009B21B7">
              <w:rPr>
                <w:sz w:val="20"/>
                <w:szCs w:val="20"/>
              </w:rPr>
              <w:t xml:space="preserve"> </w:t>
            </w:r>
            <w:proofErr w:type="gramEnd"/>
          </w:p>
        </w:tc>
      </w:tr>
      <w:tr w:rsidR="00A21DCE" w:rsidRPr="00D43294" w14:paraId="4AC6A282" w14:textId="77777777" w:rsidTr="003C2ACD">
        <w:trPr>
          <w:trHeight w:val="233"/>
        </w:trPr>
        <w:tc>
          <w:tcPr>
            <w:tcW w:w="1800" w:type="dxa"/>
            <w:shd w:val="clear" w:color="auto" w:fill="BFBFBF"/>
          </w:tcPr>
          <w:p w14:paraId="0C98BA2F" w14:textId="0F0500CB" w:rsidR="00A21DCE" w:rsidRPr="00D43294" w:rsidRDefault="00BE2FD8" w:rsidP="003C2ACD">
            <w:pPr>
              <w:pStyle w:val="NoSpacing"/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3:00 – 3:15</w:t>
            </w:r>
          </w:p>
        </w:tc>
        <w:tc>
          <w:tcPr>
            <w:tcW w:w="8280" w:type="dxa"/>
            <w:gridSpan w:val="3"/>
            <w:shd w:val="clear" w:color="auto" w:fill="BFBFBF"/>
          </w:tcPr>
          <w:p w14:paraId="5A2B50C6" w14:textId="77777777" w:rsidR="00A21DCE" w:rsidRPr="00D43294" w:rsidRDefault="00A21DCE" w:rsidP="003C2ACD">
            <w:pPr>
              <w:pStyle w:val="NoSpacing"/>
              <w:jc w:val="center"/>
              <w:rPr>
                <w:rFonts w:cs="Arial"/>
                <w:szCs w:val="20"/>
              </w:rPr>
            </w:pPr>
            <w:r w:rsidRPr="00D43294">
              <w:rPr>
                <w:rFonts w:cs="Arial"/>
                <w:b/>
                <w:bCs/>
                <w:sz w:val="24"/>
              </w:rPr>
              <w:t>Afternoon Break</w:t>
            </w:r>
          </w:p>
        </w:tc>
      </w:tr>
      <w:tr w:rsidR="00A21DCE" w:rsidRPr="00D43294" w14:paraId="78C775FB" w14:textId="77777777" w:rsidTr="003067EB">
        <w:trPr>
          <w:trHeight w:val="1873"/>
        </w:trPr>
        <w:tc>
          <w:tcPr>
            <w:tcW w:w="1800" w:type="dxa"/>
            <w:vAlign w:val="center"/>
          </w:tcPr>
          <w:p w14:paraId="41552241" w14:textId="5CDC18A7" w:rsidR="00A21DCE" w:rsidRPr="00D43294" w:rsidRDefault="00BE2FD8" w:rsidP="003067EB">
            <w:pPr>
              <w:pStyle w:val="NoSpacing"/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3:15</w:t>
            </w:r>
            <w:r w:rsidR="00A21DCE" w:rsidRPr="00D43294">
              <w:rPr>
                <w:rFonts w:cs="Arial"/>
                <w:b/>
                <w:bCs/>
                <w:sz w:val="24"/>
              </w:rPr>
              <w:t xml:space="preserve"> – 4:30</w:t>
            </w:r>
          </w:p>
        </w:tc>
        <w:tc>
          <w:tcPr>
            <w:tcW w:w="2640" w:type="dxa"/>
          </w:tcPr>
          <w:p w14:paraId="7A0FE6F6" w14:textId="77777777" w:rsidR="00A21DCE" w:rsidRPr="00D43294" w:rsidRDefault="00A21DCE" w:rsidP="003C2ACD">
            <w:pPr>
              <w:pStyle w:val="NoSpacing"/>
              <w:rPr>
                <w:rFonts w:cs="Arial"/>
                <w:b/>
                <w:szCs w:val="20"/>
              </w:rPr>
            </w:pPr>
            <w:r w:rsidRPr="00D43294">
              <w:rPr>
                <w:rFonts w:cs="Arial"/>
                <w:b/>
                <w:szCs w:val="20"/>
              </w:rPr>
              <w:t>Session 4:</w:t>
            </w:r>
          </w:p>
          <w:p w14:paraId="4F1C52EB" w14:textId="77777777" w:rsidR="00A21DCE" w:rsidRDefault="009B21B7" w:rsidP="00A21DCE">
            <w:pPr>
              <w:spacing w:before="0" w:line="240" w:lineRule="auto"/>
              <w:rPr>
                <w:b/>
              </w:rPr>
            </w:pPr>
            <w:r>
              <w:rPr>
                <w:rFonts w:cs="Arial"/>
                <w:b/>
                <w:iCs/>
              </w:rPr>
              <w:t>Texts and Contexts</w:t>
            </w:r>
          </w:p>
          <w:p w14:paraId="0CA5DC6A" w14:textId="77777777" w:rsidR="00761F69" w:rsidRDefault="00761F69" w:rsidP="00761F69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761F69">
              <w:rPr>
                <w:rFonts w:ascii="Arial" w:hAnsi="Arial" w:cs="Arial"/>
                <w:sz w:val="20"/>
                <w:szCs w:val="20"/>
              </w:rPr>
              <w:t>Analyzing texts in context</w:t>
            </w:r>
          </w:p>
          <w:p w14:paraId="52057638" w14:textId="77777777" w:rsidR="005375E3" w:rsidRPr="005375E3" w:rsidRDefault="005375E3" w:rsidP="005375E3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5375E3">
              <w:rPr>
                <w:rFonts w:ascii="Arial" w:hAnsi="Arial" w:cs="Arial"/>
                <w:sz w:val="20"/>
                <w:szCs w:val="20"/>
              </w:rPr>
              <w:t xml:space="preserve">Sample texts &amp; planning </w:t>
            </w:r>
          </w:p>
          <w:p w14:paraId="36952686" w14:textId="77777777" w:rsidR="00A21DCE" w:rsidRPr="005375E3" w:rsidRDefault="005375E3" w:rsidP="005375E3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Developing unit plans</w:t>
            </w:r>
          </w:p>
        </w:tc>
        <w:tc>
          <w:tcPr>
            <w:tcW w:w="2760" w:type="dxa"/>
          </w:tcPr>
          <w:p w14:paraId="12F3B6E7" w14:textId="77777777" w:rsidR="00A21DCE" w:rsidRDefault="00A21DCE" w:rsidP="003C2ACD">
            <w:pPr>
              <w:pStyle w:val="NoSpacing"/>
              <w:rPr>
                <w:rFonts w:cs="Arial"/>
                <w:b/>
                <w:szCs w:val="20"/>
              </w:rPr>
            </w:pPr>
            <w:r w:rsidRPr="00D43294">
              <w:rPr>
                <w:rFonts w:cs="Arial"/>
                <w:b/>
                <w:szCs w:val="20"/>
              </w:rPr>
              <w:t>Session 8:</w:t>
            </w:r>
          </w:p>
          <w:p w14:paraId="2ABC75B0" w14:textId="77777777" w:rsidR="009B21B7" w:rsidRPr="009B21B7" w:rsidRDefault="009B21B7" w:rsidP="003C2ACD">
            <w:pPr>
              <w:pStyle w:val="NoSpacing"/>
              <w:rPr>
                <w:rFonts w:cs="Arial"/>
                <w:b/>
                <w:bCs/>
              </w:rPr>
            </w:pPr>
            <w:r w:rsidRPr="00761F69">
              <w:rPr>
                <w:rFonts w:cs="Arial"/>
                <w:b/>
                <w:bCs/>
              </w:rPr>
              <w:t>Assessment focus:</w:t>
            </w:r>
          </w:p>
          <w:p w14:paraId="1AFBBC81" w14:textId="77777777" w:rsidR="009B21B7" w:rsidRPr="009B21B7" w:rsidRDefault="009B21B7" w:rsidP="009B21B7">
            <w:pPr>
              <w:pStyle w:val="NoSpacing"/>
              <w:rPr>
                <w:rFonts w:cs="Arial"/>
                <w:szCs w:val="20"/>
              </w:rPr>
            </w:pPr>
            <w:r w:rsidRPr="009B21B7">
              <w:rPr>
                <w:rFonts w:asciiTheme="majorHAnsi" w:hAnsiTheme="majorHAnsi" w:cs="Arial"/>
              </w:rPr>
              <w:t>External Assessments</w:t>
            </w:r>
          </w:p>
          <w:p w14:paraId="467B52FE" w14:textId="77777777" w:rsidR="009B21B7" w:rsidRPr="009B21B7" w:rsidRDefault="009B21B7" w:rsidP="009B21B7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40"/>
              <w:rPr>
                <w:rFonts w:ascii="Arial" w:hAnsi="Arial" w:cs="Calibri"/>
                <w:sz w:val="20"/>
                <w:szCs w:val="20"/>
              </w:rPr>
            </w:pPr>
            <w:r w:rsidRPr="00761F69">
              <w:rPr>
                <w:rFonts w:ascii="Arial" w:hAnsi="Arial" w:cs="Arial"/>
                <w:sz w:val="20"/>
                <w:szCs w:val="20"/>
              </w:rPr>
              <w:t>Written Task 1</w:t>
            </w:r>
          </w:p>
          <w:p w14:paraId="042BA19C" w14:textId="77777777" w:rsidR="00A21DCE" w:rsidRPr="0062025D" w:rsidRDefault="009B21B7" w:rsidP="009B21B7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40"/>
              <w:rPr>
                <w:rFonts w:ascii="Arial" w:hAnsi="Arial" w:cs="Calibri"/>
                <w:sz w:val="20"/>
                <w:szCs w:val="20"/>
              </w:rPr>
            </w:pPr>
            <w:r w:rsidRPr="009B21B7">
              <w:rPr>
                <w:rFonts w:ascii="Arial" w:hAnsi="Arial" w:cs="Arial"/>
                <w:sz w:val="20"/>
                <w:szCs w:val="20"/>
              </w:rPr>
              <w:t>Written Task 2</w:t>
            </w:r>
          </w:p>
          <w:p w14:paraId="18E38E27" w14:textId="77777777" w:rsidR="0062025D" w:rsidRPr="009B21B7" w:rsidRDefault="0062025D" w:rsidP="009B21B7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40"/>
              <w:rPr>
                <w:rFonts w:ascii="Arial" w:hAnsi="Arial" w:cs="Calibri"/>
                <w:sz w:val="20"/>
                <w:szCs w:val="20"/>
              </w:rPr>
            </w:pPr>
            <w:r w:rsidRPr="0062025D">
              <w:rPr>
                <w:rFonts w:ascii="Arial" w:hAnsi="Arial" w:cs="Arial"/>
                <w:sz w:val="20"/>
                <w:szCs w:val="20"/>
              </w:rPr>
              <w:t>Sharing best practices</w:t>
            </w:r>
          </w:p>
        </w:tc>
        <w:tc>
          <w:tcPr>
            <w:tcW w:w="2880" w:type="dxa"/>
          </w:tcPr>
          <w:p w14:paraId="6CD135A6" w14:textId="77777777" w:rsidR="00A21DCE" w:rsidRPr="00D43294" w:rsidRDefault="00A21DCE" w:rsidP="003C2ACD">
            <w:pPr>
              <w:pStyle w:val="NoSpacing"/>
              <w:rPr>
                <w:rFonts w:cs="Arial"/>
                <w:b/>
                <w:szCs w:val="20"/>
              </w:rPr>
            </w:pPr>
            <w:r w:rsidRPr="00D43294">
              <w:rPr>
                <w:rFonts w:cs="Arial"/>
                <w:b/>
                <w:szCs w:val="20"/>
              </w:rPr>
              <w:t>Session 12 (ends at 4:00):</w:t>
            </w:r>
          </w:p>
          <w:p w14:paraId="31040616" w14:textId="77777777" w:rsidR="005375E3" w:rsidRDefault="009B21B7" w:rsidP="005375E3">
            <w:pPr>
              <w:spacing w:before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Reflecting On</w:t>
            </w:r>
          </w:p>
          <w:p w14:paraId="026A3950" w14:textId="77777777" w:rsidR="00A21DCE" w:rsidRPr="00A21DCE" w:rsidRDefault="00A21DCE" w:rsidP="00A21DCE">
            <w:pPr>
              <w:pStyle w:val="NoSpacing"/>
              <w:numPr>
                <w:ilvl w:val="0"/>
                <w:numId w:val="9"/>
              </w:numPr>
              <w:rPr>
                <w:rFonts w:cs="Arial"/>
                <w:szCs w:val="20"/>
              </w:rPr>
            </w:pPr>
            <w:r w:rsidRPr="00D43294">
              <w:rPr>
                <w:rFonts w:cs="Arial"/>
                <w:bCs/>
                <w:szCs w:val="20"/>
              </w:rPr>
              <w:t>Q</w:t>
            </w:r>
            <w:r w:rsidR="000B0AC6">
              <w:rPr>
                <w:rFonts w:cs="Arial"/>
                <w:bCs/>
                <w:szCs w:val="20"/>
              </w:rPr>
              <w:t>uestions &amp; Answers</w:t>
            </w:r>
          </w:p>
          <w:p w14:paraId="402551D5" w14:textId="77777777" w:rsidR="00A21DCE" w:rsidRPr="00A21DCE" w:rsidRDefault="00A21DCE" w:rsidP="00A21DCE">
            <w:pPr>
              <w:pStyle w:val="NoSpacing"/>
              <w:numPr>
                <w:ilvl w:val="0"/>
                <w:numId w:val="9"/>
              </w:numPr>
              <w:rPr>
                <w:rFonts w:cs="Arial"/>
                <w:szCs w:val="20"/>
              </w:rPr>
            </w:pPr>
            <w:r w:rsidRPr="00D43294">
              <w:rPr>
                <w:rFonts w:cs="Arial"/>
                <w:bCs/>
                <w:szCs w:val="20"/>
              </w:rPr>
              <w:t xml:space="preserve">Workshop Closes </w:t>
            </w:r>
          </w:p>
          <w:p w14:paraId="72C132D1" w14:textId="77777777" w:rsidR="00A21DCE" w:rsidRPr="00D43294" w:rsidRDefault="00A21DCE" w:rsidP="00A21DCE">
            <w:pPr>
              <w:pStyle w:val="NoSpacing"/>
              <w:ind w:left="360"/>
              <w:rPr>
                <w:rFonts w:cs="Arial"/>
                <w:szCs w:val="20"/>
              </w:rPr>
            </w:pPr>
          </w:p>
        </w:tc>
      </w:tr>
      <w:tr w:rsidR="00A21DCE" w:rsidRPr="00D43294" w14:paraId="46170961" w14:textId="77777777" w:rsidTr="003C2ACD">
        <w:trPr>
          <w:trHeight w:val="242"/>
        </w:trPr>
        <w:tc>
          <w:tcPr>
            <w:tcW w:w="1800" w:type="dxa"/>
            <w:shd w:val="clear" w:color="auto" w:fill="BFBFBF"/>
          </w:tcPr>
          <w:p w14:paraId="17061A58" w14:textId="77777777" w:rsidR="00A21DCE" w:rsidRPr="00D43294" w:rsidRDefault="00A21DCE" w:rsidP="003C2ACD">
            <w:pPr>
              <w:pStyle w:val="NoSpacing"/>
              <w:rPr>
                <w:rFonts w:cs="Arial"/>
                <w:b/>
                <w:bCs/>
                <w:sz w:val="24"/>
              </w:rPr>
            </w:pPr>
            <w:r w:rsidRPr="00D43294">
              <w:rPr>
                <w:rFonts w:cs="Arial"/>
                <w:b/>
                <w:bCs/>
                <w:sz w:val="24"/>
              </w:rPr>
              <w:t>4:30</w:t>
            </w:r>
          </w:p>
        </w:tc>
        <w:tc>
          <w:tcPr>
            <w:tcW w:w="8280" w:type="dxa"/>
            <w:gridSpan w:val="3"/>
            <w:shd w:val="clear" w:color="auto" w:fill="BFBFBF"/>
          </w:tcPr>
          <w:p w14:paraId="602D54B2" w14:textId="77777777" w:rsidR="00A21DCE" w:rsidRPr="00D43294" w:rsidRDefault="00A21DCE" w:rsidP="003C2ACD">
            <w:pPr>
              <w:pStyle w:val="NoSpacing"/>
              <w:jc w:val="center"/>
              <w:rPr>
                <w:rFonts w:cs="Arial"/>
              </w:rPr>
            </w:pPr>
            <w:r w:rsidRPr="00D43294">
              <w:rPr>
                <w:rFonts w:cs="Arial"/>
                <w:b/>
                <w:bCs/>
                <w:sz w:val="24"/>
                <w:szCs w:val="32"/>
              </w:rPr>
              <w:t>End of the Day</w:t>
            </w:r>
          </w:p>
        </w:tc>
      </w:tr>
    </w:tbl>
    <w:p w14:paraId="7CCFAA79" w14:textId="77777777" w:rsidR="00A21DCE" w:rsidRDefault="00A21DCE" w:rsidP="00A21DCE">
      <w:pPr>
        <w:pStyle w:val="BodyText2"/>
        <w:spacing w:before="0" w:line="240" w:lineRule="auto"/>
        <w:jc w:val="both"/>
        <w:rPr>
          <w:rFonts w:cs="Arial"/>
          <w:b/>
          <w:bCs/>
          <w:sz w:val="18"/>
        </w:rPr>
      </w:pPr>
    </w:p>
    <w:p w14:paraId="6396EA38" w14:textId="7552F08D" w:rsidR="00E62CF0" w:rsidRPr="00307F8C" w:rsidRDefault="00A21DCE" w:rsidP="00307F8C">
      <w:pPr>
        <w:pStyle w:val="BodyText2"/>
        <w:spacing w:before="0" w:line="240" w:lineRule="auto"/>
        <w:jc w:val="both"/>
        <w:rPr>
          <w:rFonts w:cs="Arial"/>
          <w:b/>
          <w:bCs/>
          <w:sz w:val="18"/>
        </w:rPr>
      </w:pPr>
      <w:r>
        <w:rPr>
          <w:rFonts w:cs="Arial"/>
          <w:b/>
          <w:bCs/>
          <w:sz w:val="18"/>
        </w:rPr>
        <w:t>* An official "IB Certificate of Attendance" is awarded to participants who have attended all sessions of a workshop.  Please ensure that travel arrangements do not preclude candidacy for a certificate.</w:t>
      </w:r>
    </w:p>
    <w:sectPr w:rsidR="00E62CF0" w:rsidRPr="00307F8C" w:rsidSect="00307F8C">
      <w:footerReference w:type="default" r:id="rId10"/>
      <w:headerReference w:type="first" r:id="rId11"/>
      <w:footerReference w:type="first" r:id="rId12"/>
      <w:pgSz w:w="11906" w:h="16838" w:code="9"/>
      <w:pgMar w:top="1170" w:right="1797" w:bottom="1474" w:left="1797" w:header="709" w:footer="14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2E92D7" w14:textId="77777777" w:rsidR="00BE2FD8" w:rsidRDefault="00BE2FD8">
      <w:pPr>
        <w:spacing w:before="0" w:line="240" w:lineRule="auto"/>
      </w:pPr>
      <w:r>
        <w:separator/>
      </w:r>
    </w:p>
  </w:endnote>
  <w:endnote w:type="continuationSeparator" w:id="0">
    <w:p w14:paraId="595F22D5" w14:textId="77777777" w:rsidR="00BE2FD8" w:rsidRDefault="00BE2FD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imSun">
    <w:altName w:val="宋体"/>
    <w:charset w:val="86"/>
    <w:family w:val="auto"/>
    <w:pitch w:val="variable"/>
    <w:sig w:usb0="00000003" w:usb1="080E0000" w:usb2="00000010" w:usb3="00000000" w:csb0="0004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1A9C3F" w14:textId="77777777" w:rsidR="00BE2FD8" w:rsidRDefault="00BE2FD8">
    <w:pPr>
      <w:pStyle w:val="Footer"/>
    </w:pPr>
    <w:r>
      <w:rPr>
        <w:noProof/>
        <w:sz w:val="20"/>
        <w:lang w:val="en-US"/>
      </w:rPr>
      <w:drawing>
        <wp:anchor distT="0" distB="0" distL="114300" distR="114300" simplePos="0" relativeHeight="251655680" behindDoc="0" locked="0" layoutInCell="1" allowOverlap="1" wp14:anchorId="58A335C5" wp14:editId="0852BB15">
          <wp:simplePos x="0" y="0"/>
          <wp:positionH relativeFrom="column">
            <wp:posOffset>4393565</wp:posOffset>
          </wp:positionH>
          <wp:positionV relativeFrom="paragraph">
            <wp:posOffset>34925</wp:posOffset>
          </wp:positionV>
          <wp:extent cx="864235" cy="262255"/>
          <wp:effectExtent l="0" t="0" r="0" b="0"/>
          <wp:wrapNone/>
          <wp:docPr id="7" name="Picture 2" descr="3 Colour IB H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3 Colour IB H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235" cy="262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307F8C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A17330" w14:textId="77777777" w:rsidR="00BE2FD8" w:rsidRDefault="00BE2FD8">
    <w:pPr>
      <w:pStyle w:val="Footer"/>
    </w:pPr>
    <w:r>
      <w:rPr>
        <w:noProof/>
        <w:sz w:val="20"/>
        <w:lang w:val="en-US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8F325D1" wp14:editId="62FE9AF7">
              <wp:simplePos x="0" y="0"/>
              <wp:positionH relativeFrom="column">
                <wp:posOffset>1953895</wp:posOffset>
              </wp:positionH>
              <wp:positionV relativeFrom="paragraph">
                <wp:posOffset>206375</wp:posOffset>
              </wp:positionV>
              <wp:extent cx="1341755" cy="800100"/>
              <wp:effectExtent l="0" t="3175" r="6350" b="0"/>
              <wp:wrapNone/>
              <wp:docPr id="5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41755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5614F8" w14:textId="77777777" w:rsidR="00BE2FD8" w:rsidRDefault="00BE2FD8" w:rsidP="00CB1DEB">
                          <w:pPr>
                            <w:spacing w:before="0" w:line="180" w:lineRule="exact"/>
                            <w:rPr>
                              <w:color w:val="0000FF"/>
                              <w:sz w:val="14"/>
                            </w:rPr>
                          </w:pPr>
                          <w:r>
                            <w:rPr>
                              <w:color w:val="0000FF"/>
                              <w:sz w:val="14"/>
                            </w:rPr>
                            <w:t>15 Hoe Chiang Road</w:t>
                          </w:r>
                          <w:r>
                            <w:rPr>
                              <w:color w:val="0000FF"/>
                              <w:sz w:val="14"/>
                            </w:rPr>
                            <w:br/>
                            <w:t>#11-04/06 Tower Fifteen</w:t>
                          </w:r>
                        </w:p>
                        <w:p w14:paraId="296F4B3B" w14:textId="77777777" w:rsidR="00BE2FD8" w:rsidRDefault="00BE2FD8" w:rsidP="00CB1DEB">
                          <w:pPr>
                            <w:pStyle w:val="BodyText"/>
                            <w:spacing w:line="180" w:lineRule="exact"/>
                          </w:pPr>
                          <w:r>
                            <w:t>Singapore 089316</w:t>
                          </w:r>
                          <w:r>
                            <w:tab/>
                          </w:r>
                        </w:p>
                        <w:p w14:paraId="2DA5E7CF" w14:textId="77777777" w:rsidR="00BE2FD8" w:rsidRDefault="00BE2FD8" w:rsidP="00CB1DEB">
                          <w:pPr>
                            <w:pStyle w:val="BodyText"/>
                            <w:spacing w:line="180" w:lineRule="exact"/>
                          </w:pPr>
                          <w:r>
                            <w:t>SINGAPORE</w:t>
                          </w:r>
                          <w:r>
                            <w:b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7" o:spid="_x0000_s1026" type="#_x0000_t202" style="position:absolute;margin-left:153.85pt;margin-top:16.25pt;width:105.65pt;height:6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" filled="f" stroked="f">
              <v:textbox>
                <w:txbxContent>
                  <w:p w14:paraId="485614F8" w14:textId="77777777" w:rsidR="00BE2FD8" w:rsidRDefault="00BE2FD8" w:rsidP="00CB1DEB">
                    <w:pPr>
                      <w:spacing w:before="0" w:line="180" w:lineRule="exact"/>
                      <w:rPr>
                        <w:color w:val="0000FF"/>
                        <w:sz w:val="14"/>
                      </w:rPr>
                    </w:pPr>
                    <w:r>
                      <w:rPr>
                        <w:color w:val="0000FF"/>
                        <w:sz w:val="14"/>
                      </w:rPr>
                      <w:t>15 Hoe Chiang Road</w:t>
                    </w:r>
                    <w:r>
                      <w:rPr>
                        <w:color w:val="0000FF"/>
                        <w:sz w:val="14"/>
                      </w:rPr>
                      <w:br/>
                      <w:t>#11-04/06 Tower Fifteen</w:t>
                    </w:r>
                  </w:p>
                  <w:p w14:paraId="296F4B3B" w14:textId="77777777" w:rsidR="00BE2FD8" w:rsidRDefault="00BE2FD8" w:rsidP="00CB1DEB">
                    <w:pPr>
                      <w:pStyle w:val="BodyText"/>
                      <w:spacing w:line="180" w:lineRule="exact"/>
                    </w:pPr>
                    <w:r>
                      <w:t>Singapore 089316</w:t>
                    </w:r>
                    <w:r>
                      <w:tab/>
                    </w:r>
                  </w:p>
                  <w:p w14:paraId="2DA5E7CF" w14:textId="77777777" w:rsidR="00BE2FD8" w:rsidRDefault="00BE2FD8" w:rsidP="00CB1DEB">
                    <w:pPr>
                      <w:pStyle w:val="BodyText"/>
                      <w:spacing w:line="180" w:lineRule="exact"/>
                    </w:pPr>
                    <w:r>
                      <w:t>SINGAPORE</w:t>
                    </w:r>
                    <w:r>
                      <w:br/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C8BDFFA" wp14:editId="7D1C6963">
              <wp:simplePos x="0" y="0"/>
              <wp:positionH relativeFrom="column">
                <wp:posOffset>4381500</wp:posOffset>
              </wp:positionH>
              <wp:positionV relativeFrom="paragraph">
                <wp:posOffset>206375</wp:posOffset>
              </wp:positionV>
              <wp:extent cx="1571625" cy="800100"/>
              <wp:effectExtent l="0" t="3175" r="3175" b="0"/>
              <wp:wrapNone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71625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A72431" w14:textId="77777777" w:rsidR="00BE2FD8" w:rsidRDefault="00BE2FD8">
                          <w:pPr>
                            <w:pStyle w:val="BodyText2"/>
                            <w:spacing w:before="0" w:line="180" w:lineRule="exact"/>
                            <w:rPr>
                              <w:color w:val="0000FF"/>
                            </w:rPr>
                          </w:pPr>
                          <w:r>
                            <w:rPr>
                              <w:color w:val="0000FF"/>
                            </w:rPr>
                            <w:t>International Baccalaureate</w:t>
                          </w:r>
                          <w:r>
                            <w:rPr>
                              <w:color w:val="0000FF"/>
                            </w:rPr>
                            <w:br/>
                          </w:r>
                          <w:proofErr w:type="spellStart"/>
                          <w:r>
                            <w:rPr>
                              <w:color w:val="0000FF"/>
                            </w:rPr>
                            <w:t>Bachillerato</w:t>
                          </w:r>
                          <w:proofErr w:type="spellEnd"/>
                          <w:r>
                            <w:rPr>
                              <w:color w:val="0000FF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0000FF"/>
                            </w:rPr>
                            <w:t>Internacional</w:t>
                          </w:r>
                          <w:proofErr w:type="spellEnd"/>
                        </w:p>
                        <w:p w14:paraId="3B24360E" w14:textId="77777777" w:rsidR="00BE2FD8" w:rsidRDefault="00BE2FD8">
                          <w:pPr>
                            <w:spacing w:before="0" w:line="180" w:lineRule="exact"/>
                            <w:rPr>
                              <w:color w:val="0000FF"/>
                              <w:sz w:val="14"/>
                            </w:rPr>
                          </w:pPr>
                          <w:proofErr w:type="spellStart"/>
                          <w:r>
                            <w:rPr>
                              <w:color w:val="0000FF"/>
                              <w:sz w:val="14"/>
                            </w:rPr>
                            <w:t>Baccalauréat</w:t>
                          </w:r>
                          <w:proofErr w:type="spellEnd"/>
                          <w:r>
                            <w:rPr>
                              <w:color w:val="0000FF"/>
                              <w:sz w:val="14"/>
                            </w:rPr>
                            <w:t xml:space="preserve"> International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27" type="#_x0000_t202" style="position:absolute;margin-left:345pt;margin-top:16.25pt;width:123.75pt;height:6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" filled="f" stroked="f">
              <v:textbox>
                <w:txbxContent>
                  <w:p w14:paraId="24A72431" w14:textId="77777777" w:rsidR="00BE2FD8" w:rsidRDefault="00BE2FD8">
                    <w:pPr>
                      <w:pStyle w:val="BodyText2"/>
                      <w:spacing w:before="0" w:line="180" w:lineRule="exact"/>
                      <w:rPr>
                        <w:color w:val="0000FF"/>
                      </w:rPr>
                    </w:pPr>
                    <w:r>
                      <w:rPr>
                        <w:color w:val="0000FF"/>
                      </w:rPr>
                      <w:t>International Baccalaureate</w:t>
                    </w:r>
                    <w:r>
                      <w:rPr>
                        <w:color w:val="0000FF"/>
                      </w:rPr>
                      <w:br/>
                    </w:r>
                    <w:proofErr w:type="spellStart"/>
                    <w:r>
                      <w:rPr>
                        <w:color w:val="0000FF"/>
                      </w:rPr>
                      <w:t>Bachillerato</w:t>
                    </w:r>
                    <w:proofErr w:type="spellEnd"/>
                    <w:r>
                      <w:rPr>
                        <w:color w:val="0000FF"/>
                      </w:rPr>
                      <w:t xml:space="preserve"> </w:t>
                    </w:r>
                    <w:proofErr w:type="spellStart"/>
                    <w:r>
                      <w:rPr>
                        <w:color w:val="0000FF"/>
                      </w:rPr>
                      <w:t>Internacional</w:t>
                    </w:r>
                    <w:proofErr w:type="spellEnd"/>
                  </w:p>
                  <w:p w14:paraId="3B24360E" w14:textId="77777777" w:rsidR="00BE2FD8" w:rsidRDefault="00BE2FD8">
                    <w:pPr>
                      <w:spacing w:before="0" w:line="180" w:lineRule="exact"/>
                      <w:rPr>
                        <w:color w:val="0000FF"/>
                        <w:sz w:val="14"/>
                      </w:rPr>
                    </w:pPr>
                    <w:proofErr w:type="spellStart"/>
                    <w:r>
                      <w:rPr>
                        <w:color w:val="0000FF"/>
                        <w:sz w:val="14"/>
                      </w:rPr>
                      <w:t>Baccalauréat</w:t>
                    </w:r>
                    <w:proofErr w:type="spellEnd"/>
                    <w:r>
                      <w:rPr>
                        <w:color w:val="0000FF"/>
                        <w:sz w:val="14"/>
                      </w:rPr>
                      <w:t xml:space="preserve"> International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  <w:lang w:val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603E690" wp14:editId="1EB0F5DC">
              <wp:simplePos x="0" y="0"/>
              <wp:positionH relativeFrom="column">
                <wp:posOffset>3238500</wp:posOffset>
              </wp:positionH>
              <wp:positionV relativeFrom="paragraph">
                <wp:posOffset>206375</wp:posOffset>
              </wp:positionV>
              <wp:extent cx="1123950" cy="800100"/>
              <wp:effectExtent l="0" t="3175" r="635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3950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DF4562" w14:textId="77777777" w:rsidR="00BE2FD8" w:rsidRDefault="00BE2FD8">
                          <w:pPr>
                            <w:pStyle w:val="BodyText"/>
                            <w:spacing w:line="180" w:lineRule="exact"/>
                          </w:pPr>
                          <w:r>
                            <w:t xml:space="preserve">Tel: +65 6776 0249 </w:t>
                          </w:r>
                        </w:p>
                        <w:p w14:paraId="3C758DB4" w14:textId="77777777" w:rsidR="00BE2FD8" w:rsidRDefault="00BE2FD8">
                          <w:pPr>
                            <w:pStyle w:val="BodyText"/>
                            <w:spacing w:line="180" w:lineRule="exact"/>
                          </w:pPr>
                          <w:r>
                            <w:t xml:space="preserve">Fax: +65 6776 4369 </w:t>
                          </w:r>
                        </w:p>
                        <w:p w14:paraId="04CA08B6" w14:textId="77777777" w:rsidR="00BE2FD8" w:rsidRDefault="00BE2FD8">
                          <w:pPr>
                            <w:pStyle w:val="BodyText"/>
                            <w:spacing w:line="180" w:lineRule="exact"/>
                          </w:pPr>
                          <w:r>
                            <w:t>Email: ibap@ibo.org</w:t>
                          </w:r>
                        </w:p>
                        <w:p w14:paraId="55BCEB2F" w14:textId="77777777" w:rsidR="00BE2FD8" w:rsidRDefault="00BE2FD8">
                          <w:pPr>
                            <w:pStyle w:val="BodyText"/>
                            <w:spacing w:line="180" w:lineRule="exact"/>
                          </w:pPr>
                          <w:r>
                            <w:t>Web: www.ibo.org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8" type="#_x0000_t202" style="position:absolute;margin-left:255pt;margin-top:16.25pt;width:88.5pt;height:6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" filled="f" stroked="f">
              <v:textbox>
                <w:txbxContent>
                  <w:p w14:paraId="1CDF4562" w14:textId="77777777" w:rsidR="00BE2FD8" w:rsidRDefault="00BE2FD8">
                    <w:pPr>
                      <w:pStyle w:val="BodyText"/>
                      <w:spacing w:line="180" w:lineRule="exact"/>
                    </w:pPr>
                    <w:r>
                      <w:t xml:space="preserve">Tel: +65 6776 0249 </w:t>
                    </w:r>
                  </w:p>
                  <w:p w14:paraId="3C758DB4" w14:textId="77777777" w:rsidR="00BE2FD8" w:rsidRDefault="00BE2FD8">
                    <w:pPr>
                      <w:pStyle w:val="BodyText"/>
                      <w:spacing w:line="180" w:lineRule="exact"/>
                    </w:pPr>
                    <w:r>
                      <w:t xml:space="preserve">Fax: +65 6776 4369 </w:t>
                    </w:r>
                  </w:p>
                  <w:p w14:paraId="04CA08B6" w14:textId="77777777" w:rsidR="00BE2FD8" w:rsidRDefault="00BE2FD8">
                    <w:pPr>
                      <w:pStyle w:val="BodyText"/>
                      <w:spacing w:line="180" w:lineRule="exact"/>
                    </w:pPr>
                    <w:r>
                      <w:t>Email: ibap@ibo.org</w:t>
                    </w:r>
                  </w:p>
                  <w:p w14:paraId="55BCEB2F" w14:textId="77777777" w:rsidR="00BE2FD8" w:rsidRDefault="00BE2FD8">
                    <w:pPr>
                      <w:pStyle w:val="BodyText"/>
                      <w:spacing w:line="180" w:lineRule="exact"/>
                    </w:pPr>
                    <w:r>
                      <w:t>Web: www.ibo.org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  <w:lang w:val="en-US"/>
      </w:rPr>
      <w:drawing>
        <wp:anchor distT="0" distB="0" distL="114300" distR="114300" simplePos="0" relativeHeight="251657728" behindDoc="1" locked="0" layoutInCell="1" allowOverlap="1" wp14:anchorId="05D4C0B5" wp14:editId="4DF193AE">
          <wp:simplePos x="0" y="0"/>
          <wp:positionH relativeFrom="column">
            <wp:posOffset>-914400</wp:posOffset>
          </wp:positionH>
          <wp:positionV relativeFrom="page">
            <wp:posOffset>9451340</wp:posOffset>
          </wp:positionV>
          <wp:extent cx="7076440" cy="990600"/>
          <wp:effectExtent l="0" t="0" r="1016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644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lang w:val="en-US"/>
      </w:rPr>
      <w:drawing>
        <wp:anchor distT="0" distB="0" distL="114300" distR="114300" simplePos="0" relativeHeight="251656704" behindDoc="0" locked="0" layoutInCell="1" allowOverlap="1" wp14:anchorId="47BB4F54" wp14:editId="77DF308A">
          <wp:simplePos x="0" y="0"/>
          <wp:positionH relativeFrom="column">
            <wp:posOffset>-800100</wp:posOffset>
          </wp:positionH>
          <wp:positionV relativeFrom="paragraph">
            <wp:posOffset>1065530</wp:posOffset>
          </wp:positionV>
          <wp:extent cx="6972300" cy="952500"/>
          <wp:effectExtent l="0" t="0" r="12700" b="1270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23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A4529E" w14:textId="77777777" w:rsidR="00BE2FD8" w:rsidRDefault="00BE2FD8">
      <w:pPr>
        <w:spacing w:before="0" w:line="240" w:lineRule="auto"/>
      </w:pPr>
      <w:r>
        <w:separator/>
      </w:r>
    </w:p>
  </w:footnote>
  <w:footnote w:type="continuationSeparator" w:id="0">
    <w:p w14:paraId="46E865E1" w14:textId="77777777" w:rsidR="00BE2FD8" w:rsidRDefault="00BE2FD8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2DC2A0" w14:textId="77777777" w:rsidR="00BE2FD8" w:rsidRDefault="00BE2FD8">
    <w:pPr>
      <w:pStyle w:val="Header"/>
    </w:pPr>
    <w:r>
      <w:rPr>
        <w:noProof/>
        <w:lang w:val="en-US"/>
      </w:rPr>
      <w:drawing>
        <wp:anchor distT="0" distB="0" distL="114300" distR="114300" simplePos="0" relativeHeight="251654656" behindDoc="0" locked="0" layoutInCell="1" allowOverlap="1" wp14:anchorId="68DFD969" wp14:editId="6EA4879B">
          <wp:simplePos x="0" y="0"/>
          <wp:positionH relativeFrom="column">
            <wp:posOffset>3657600</wp:posOffset>
          </wp:positionH>
          <wp:positionV relativeFrom="margin">
            <wp:posOffset>-685800</wp:posOffset>
          </wp:positionV>
          <wp:extent cx="1619885" cy="492125"/>
          <wp:effectExtent l="0" t="0" r="5715" b="0"/>
          <wp:wrapNone/>
          <wp:docPr id="6" name="Picture 1" descr="3 Colour IB H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3 Colour IB H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885" cy="492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33C24D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C583126"/>
    <w:multiLevelType w:val="hybridMultilevel"/>
    <w:tmpl w:val="AF109542"/>
    <w:lvl w:ilvl="0" w:tplc="FFFFFFFF">
      <w:start w:val="123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D90D2E"/>
    <w:multiLevelType w:val="hybridMultilevel"/>
    <w:tmpl w:val="BCE64B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C113F2"/>
    <w:multiLevelType w:val="hybridMultilevel"/>
    <w:tmpl w:val="A888E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874731"/>
    <w:multiLevelType w:val="hybridMultilevel"/>
    <w:tmpl w:val="0630C12E"/>
    <w:lvl w:ilvl="0" w:tplc="7A208A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0423DED"/>
    <w:multiLevelType w:val="hybridMultilevel"/>
    <w:tmpl w:val="D36211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BB31A59"/>
    <w:multiLevelType w:val="hybridMultilevel"/>
    <w:tmpl w:val="FD7C47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FEE7A7C"/>
    <w:multiLevelType w:val="hybridMultilevel"/>
    <w:tmpl w:val="54DE20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1C92B33"/>
    <w:multiLevelType w:val="hybridMultilevel"/>
    <w:tmpl w:val="15C47A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8577204"/>
    <w:multiLevelType w:val="hybridMultilevel"/>
    <w:tmpl w:val="AC4C54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8CA3C7F"/>
    <w:multiLevelType w:val="hybridMultilevel"/>
    <w:tmpl w:val="F61E8872"/>
    <w:lvl w:ilvl="0" w:tplc="F0E41E74">
      <w:start w:val="1"/>
      <w:numFmt w:val="decimal"/>
      <w:pStyle w:val="Numb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D72085"/>
    <w:multiLevelType w:val="hybridMultilevel"/>
    <w:tmpl w:val="6D305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8F48A3"/>
    <w:multiLevelType w:val="hybridMultilevel"/>
    <w:tmpl w:val="D354F19E"/>
    <w:lvl w:ilvl="0" w:tplc="4E98985E">
      <w:start w:val="1"/>
      <w:numFmt w:val="bullet"/>
      <w:pStyle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1FC789D"/>
    <w:multiLevelType w:val="hybridMultilevel"/>
    <w:tmpl w:val="F0A69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5E87FE5"/>
    <w:multiLevelType w:val="hybridMultilevel"/>
    <w:tmpl w:val="2CF4FC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8AA37F1"/>
    <w:multiLevelType w:val="hybridMultilevel"/>
    <w:tmpl w:val="C908C2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E225090"/>
    <w:multiLevelType w:val="hybridMultilevel"/>
    <w:tmpl w:val="E95E63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06F32A3"/>
    <w:multiLevelType w:val="hybridMultilevel"/>
    <w:tmpl w:val="F8D21B2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345611F"/>
    <w:multiLevelType w:val="hybridMultilevel"/>
    <w:tmpl w:val="97B69CF0"/>
    <w:lvl w:ilvl="0" w:tplc="3F7833E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3A020A1"/>
    <w:multiLevelType w:val="hybridMultilevel"/>
    <w:tmpl w:val="FBBE6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94B0E9C"/>
    <w:multiLevelType w:val="hybridMultilevel"/>
    <w:tmpl w:val="41AA6704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>
    <w:nsid w:val="7C616120"/>
    <w:multiLevelType w:val="hybridMultilevel"/>
    <w:tmpl w:val="CD2A6A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12"/>
  </w:num>
  <w:num w:numId="4">
    <w:abstractNumId w:val="10"/>
  </w:num>
  <w:num w:numId="5">
    <w:abstractNumId w:val="17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14"/>
  </w:num>
  <w:num w:numId="10">
    <w:abstractNumId w:val="5"/>
  </w:num>
  <w:num w:numId="11">
    <w:abstractNumId w:val="20"/>
  </w:num>
  <w:num w:numId="12">
    <w:abstractNumId w:val="20"/>
  </w:num>
  <w:num w:numId="13">
    <w:abstractNumId w:val="0"/>
  </w:num>
  <w:num w:numId="14">
    <w:abstractNumId w:val="2"/>
  </w:num>
  <w:num w:numId="15">
    <w:abstractNumId w:val="11"/>
  </w:num>
  <w:num w:numId="16">
    <w:abstractNumId w:val="7"/>
  </w:num>
  <w:num w:numId="17">
    <w:abstractNumId w:val="4"/>
  </w:num>
  <w:num w:numId="18">
    <w:abstractNumId w:val="18"/>
  </w:num>
  <w:num w:numId="19">
    <w:abstractNumId w:val="6"/>
  </w:num>
  <w:num w:numId="20">
    <w:abstractNumId w:val="16"/>
  </w:num>
  <w:num w:numId="21">
    <w:abstractNumId w:val="9"/>
  </w:num>
  <w:num w:numId="22">
    <w:abstractNumId w:val="19"/>
  </w:num>
  <w:num w:numId="23">
    <w:abstractNumId w:val="8"/>
  </w:num>
  <w:num w:numId="24">
    <w:abstractNumId w:val="21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81"/>
  <w:drawingGridVerticalSpacing w:val="181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A"/>
    <w:rsid w:val="000B0AC6"/>
    <w:rsid w:val="000C730B"/>
    <w:rsid w:val="00131D28"/>
    <w:rsid w:val="00156AA3"/>
    <w:rsid w:val="00170D1C"/>
    <w:rsid w:val="00181AFC"/>
    <w:rsid w:val="001D25A7"/>
    <w:rsid w:val="00273F5C"/>
    <w:rsid w:val="002C4D61"/>
    <w:rsid w:val="003067EB"/>
    <w:rsid w:val="00307F8C"/>
    <w:rsid w:val="00391C00"/>
    <w:rsid w:val="003C2ACD"/>
    <w:rsid w:val="003D28C4"/>
    <w:rsid w:val="003F7562"/>
    <w:rsid w:val="004B67ED"/>
    <w:rsid w:val="004D528B"/>
    <w:rsid w:val="00526EC5"/>
    <w:rsid w:val="005375E3"/>
    <w:rsid w:val="005C3373"/>
    <w:rsid w:val="005C564B"/>
    <w:rsid w:val="005D58ED"/>
    <w:rsid w:val="005E2B56"/>
    <w:rsid w:val="005F6D5B"/>
    <w:rsid w:val="0062025D"/>
    <w:rsid w:val="00653EF8"/>
    <w:rsid w:val="00654F22"/>
    <w:rsid w:val="00673CC9"/>
    <w:rsid w:val="00696A44"/>
    <w:rsid w:val="006B34EB"/>
    <w:rsid w:val="00733333"/>
    <w:rsid w:val="00761F69"/>
    <w:rsid w:val="0077729B"/>
    <w:rsid w:val="007A4F3A"/>
    <w:rsid w:val="007C2AFD"/>
    <w:rsid w:val="00820B08"/>
    <w:rsid w:val="00845CE0"/>
    <w:rsid w:val="008C6A66"/>
    <w:rsid w:val="008E3F82"/>
    <w:rsid w:val="009766E9"/>
    <w:rsid w:val="009B21B7"/>
    <w:rsid w:val="00A21DCE"/>
    <w:rsid w:val="00A4197A"/>
    <w:rsid w:val="00AA662F"/>
    <w:rsid w:val="00B9023F"/>
    <w:rsid w:val="00BE1171"/>
    <w:rsid w:val="00BE2FD8"/>
    <w:rsid w:val="00C16B3A"/>
    <w:rsid w:val="00C80794"/>
    <w:rsid w:val="00C91597"/>
    <w:rsid w:val="00CB1DEB"/>
    <w:rsid w:val="00CD6B73"/>
    <w:rsid w:val="00D12569"/>
    <w:rsid w:val="00D21218"/>
    <w:rsid w:val="00D56B69"/>
    <w:rsid w:val="00D736C0"/>
    <w:rsid w:val="00D75BCB"/>
    <w:rsid w:val="00DA4E73"/>
    <w:rsid w:val="00DC54BC"/>
    <w:rsid w:val="00E12EC5"/>
    <w:rsid w:val="00E20348"/>
    <w:rsid w:val="00E62CF0"/>
    <w:rsid w:val="00F11701"/>
    <w:rsid w:val="00F42D53"/>
    <w:rsid w:val="00F46E4F"/>
    <w:rsid w:val="00F538E8"/>
    <w:rsid w:val="00FB5353"/>
    <w:rsid w:val="00FB5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DB8530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line="280" w:lineRule="exact"/>
    </w:pPr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qFormat/>
    <w:pPr>
      <w:keepNext/>
      <w:spacing w:before="360" w:after="240" w:line="240" w:lineRule="auto"/>
      <w:outlineLvl w:val="0"/>
    </w:pPr>
    <w:rPr>
      <w:rFonts w:cs="Arial"/>
      <w:bCs/>
      <w:kern w:val="32"/>
      <w:sz w:val="52"/>
      <w:szCs w:val="32"/>
    </w:rPr>
  </w:style>
  <w:style w:type="paragraph" w:styleId="Heading2">
    <w:name w:val="heading 2"/>
    <w:basedOn w:val="Normal"/>
    <w:next w:val="Normal"/>
    <w:qFormat/>
    <w:pPr>
      <w:keepNext/>
      <w:spacing w:before="360" w:after="120" w:line="240" w:lineRule="auto"/>
      <w:outlineLvl w:val="1"/>
    </w:pPr>
    <w:rPr>
      <w:rFonts w:cs="Arial"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6EC5"/>
    <w:pPr>
      <w:keepNext/>
      <w:spacing w:before="240" w:after="60"/>
      <w:outlineLvl w:val="3"/>
    </w:pPr>
    <w:rPr>
      <w:rFonts w:ascii="Calibri" w:eastAsia="SimSu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6B3A"/>
    <w:pPr>
      <w:spacing w:before="240" w:after="60"/>
      <w:outlineLvl w:val="4"/>
    </w:pPr>
    <w:rPr>
      <w:rFonts w:ascii="Calibri" w:eastAsia="SimSun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left" w:pos="4153"/>
        <w:tab w:val="right" w:pos="8306"/>
      </w:tabs>
    </w:pPr>
    <w:rPr>
      <w:sz w:val="16"/>
    </w:rPr>
  </w:style>
  <w:style w:type="paragraph" w:customStyle="1" w:styleId="Bullet">
    <w:name w:val="Bullet"/>
    <w:basedOn w:val="Normal"/>
    <w:pPr>
      <w:numPr>
        <w:numId w:val="3"/>
      </w:numPr>
    </w:pPr>
  </w:style>
  <w:style w:type="paragraph" w:styleId="BodyText">
    <w:name w:val="Body Text"/>
    <w:basedOn w:val="Normal"/>
    <w:link w:val="BodyTextChar"/>
    <w:semiHidden/>
    <w:pPr>
      <w:spacing w:before="0" w:line="240" w:lineRule="auto"/>
    </w:pPr>
    <w:rPr>
      <w:color w:val="0000FF"/>
      <w:sz w:val="14"/>
    </w:rPr>
  </w:style>
  <w:style w:type="paragraph" w:styleId="BodyText2">
    <w:name w:val="Body Text 2"/>
    <w:basedOn w:val="Normal"/>
    <w:semiHidden/>
    <w:rPr>
      <w:sz w:val="1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6B3A"/>
    <w:rPr>
      <w:rFonts w:ascii="Calibri" w:eastAsia="SimSun" w:hAnsi="Calibri" w:cs="Times New Roman"/>
      <w:b/>
      <w:bCs/>
      <w:i/>
      <w:iCs/>
      <w:sz w:val="26"/>
      <w:szCs w:val="26"/>
      <w:lang w:val="en-GB" w:eastAsia="en-US"/>
    </w:rPr>
  </w:style>
  <w:style w:type="paragraph" w:styleId="BodyTextIndent">
    <w:name w:val="Body Text Indent"/>
    <w:basedOn w:val="Normal"/>
    <w:semiHidden/>
    <w:pPr>
      <w:ind w:left="720"/>
    </w:pPr>
    <w:rPr>
      <w:i/>
      <w:iCs/>
    </w:rPr>
  </w:style>
  <w:style w:type="paragraph" w:customStyle="1" w:styleId="IBsupportingdescription">
    <w:name w:val="IB supporting description"/>
    <w:basedOn w:val="Normal"/>
    <w:next w:val="Normal"/>
    <w:pPr>
      <w:spacing w:before="240" w:after="120" w:line="240" w:lineRule="auto"/>
    </w:pPr>
    <w:rPr>
      <w:i/>
      <w:color w:val="999999"/>
      <w:sz w:val="40"/>
    </w:rPr>
  </w:style>
  <w:style w:type="character" w:styleId="Hyperlink">
    <w:name w:val="Hyperlink"/>
    <w:basedOn w:val="DefaultParagraphFont"/>
    <w:semiHidden/>
    <w:rsid w:val="00C16B3A"/>
    <w:rPr>
      <w:color w:val="0000FF"/>
      <w:u w:val="single"/>
    </w:rPr>
  </w:style>
  <w:style w:type="paragraph" w:customStyle="1" w:styleId="Number">
    <w:name w:val="Number"/>
    <w:basedOn w:val="Normal"/>
    <w:pPr>
      <w:numPr>
        <w:numId w:val="4"/>
      </w:numPr>
    </w:pPr>
  </w:style>
  <w:style w:type="paragraph" w:styleId="HTMLPreformatted">
    <w:name w:val="HTML Preformatted"/>
    <w:basedOn w:val="Normal"/>
    <w:link w:val="HTMLPreformattedChar"/>
    <w:rsid w:val="00C16B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</w:pPr>
    <w:rPr>
      <w:rFonts w:ascii="Arial Unicode MS" w:eastAsia="Arial Unicode MS" w:hAnsi="Arial Unicode MS" w:cs="Arial Unicode MS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C16B3A"/>
    <w:rPr>
      <w:rFonts w:ascii="Arial Unicode MS" w:eastAsia="Arial Unicode MS" w:hAnsi="Arial Unicode MS" w:cs="Arial Unicode MS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6EC5"/>
    <w:rPr>
      <w:rFonts w:ascii="Calibri" w:eastAsia="SimSun" w:hAnsi="Calibri" w:cs="Times New Roman"/>
      <w:b/>
      <w:bCs/>
      <w:sz w:val="28"/>
      <w:szCs w:val="28"/>
      <w:lang w:val="en-GB" w:eastAsia="en-US"/>
    </w:rPr>
  </w:style>
  <w:style w:type="paragraph" w:customStyle="1" w:styleId="Numberlist">
    <w:name w:val="Number list"/>
    <w:basedOn w:val="Normal"/>
    <w:rsid w:val="00526EC5"/>
    <w:pPr>
      <w:tabs>
        <w:tab w:val="left" w:pos="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 w:val="0"/>
      <w:autoSpaceDE w:val="0"/>
      <w:autoSpaceDN w:val="0"/>
      <w:adjustRightInd w:val="0"/>
      <w:spacing w:before="0" w:after="110" w:line="240" w:lineRule="auto"/>
    </w:pPr>
    <w:rPr>
      <w:rFonts w:ascii="Times New Roman" w:hAnsi="Times New Roman"/>
      <w:sz w:val="22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CB1DEB"/>
    <w:rPr>
      <w:rFonts w:ascii="Arial" w:hAnsi="Arial"/>
      <w:color w:val="0000FF"/>
      <w:sz w:val="14"/>
      <w:szCs w:val="24"/>
      <w:lang w:val="en-GB"/>
    </w:rPr>
  </w:style>
  <w:style w:type="paragraph" w:styleId="NoSpacing">
    <w:name w:val="No Spacing"/>
    <w:uiPriority w:val="1"/>
    <w:qFormat/>
    <w:rsid w:val="00A21DCE"/>
    <w:rPr>
      <w:rFonts w:ascii="Arial" w:hAnsi="Arial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761F69"/>
    <w:pPr>
      <w:spacing w:before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val="en-US"/>
    </w:rPr>
  </w:style>
  <w:style w:type="paragraph" w:customStyle="1" w:styleId="Default">
    <w:name w:val="Default"/>
    <w:rsid w:val="009B21B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53EF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line="280" w:lineRule="exact"/>
    </w:pPr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qFormat/>
    <w:pPr>
      <w:keepNext/>
      <w:spacing w:before="360" w:after="240" w:line="240" w:lineRule="auto"/>
      <w:outlineLvl w:val="0"/>
    </w:pPr>
    <w:rPr>
      <w:rFonts w:cs="Arial"/>
      <w:bCs/>
      <w:kern w:val="32"/>
      <w:sz w:val="52"/>
      <w:szCs w:val="32"/>
    </w:rPr>
  </w:style>
  <w:style w:type="paragraph" w:styleId="Heading2">
    <w:name w:val="heading 2"/>
    <w:basedOn w:val="Normal"/>
    <w:next w:val="Normal"/>
    <w:qFormat/>
    <w:pPr>
      <w:keepNext/>
      <w:spacing w:before="360" w:after="120" w:line="240" w:lineRule="auto"/>
      <w:outlineLvl w:val="1"/>
    </w:pPr>
    <w:rPr>
      <w:rFonts w:cs="Arial"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6EC5"/>
    <w:pPr>
      <w:keepNext/>
      <w:spacing w:before="240" w:after="60"/>
      <w:outlineLvl w:val="3"/>
    </w:pPr>
    <w:rPr>
      <w:rFonts w:ascii="Calibri" w:eastAsia="SimSu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6B3A"/>
    <w:pPr>
      <w:spacing w:before="240" w:after="60"/>
      <w:outlineLvl w:val="4"/>
    </w:pPr>
    <w:rPr>
      <w:rFonts w:ascii="Calibri" w:eastAsia="SimSun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left" w:pos="4153"/>
        <w:tab w:val="right" w:pos="8306"/>
      </w:tabs>
    </w:pPr>
    <w:rPr>
      <w:sz w:val="16"/>
    </w:rPr>
  </w:style>
  <w:style w:type="paragraph" w:customStyle="1" w:styleId="Bullet">
    <w:name w:val="Bullet"/>
    <w:basedOn w:val="Normal"/>
    <w:pPr>
      <w:numPr>
        <w:numId w:val="3"/>
      </w:numPr>
    </w:pPr>
  </w:style>
  <w:style w:type="paragraph" w:styleId="BodyText">
    <w:name w:val="Body Text"/>
    <w:basedOn w:val="Normal"/>
    <w:link w:val="BodyTextChar"/>
    <w:semiHidden/>
    <w:pPr>
      <w:spacing w:before="0" w:line="240" w:lineRule="auto"/>
    </w:pPr>
    <w:rPr>
      <w:color w:val="0000FF"/>
      <w:sz w:val="14"/>
    </w:rPr>
  </w:style>
  <w:style w:type="paragraph" w:styleId="BodyText2">
    <w:name w:val="Body Text 2"/>
    <w:basedOn w:val="Normal"/>
    <w:semiHidden/>
    <w:rPr>
      <w:sz w:val="1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6B3A"/>
    <w:rPr>
      <w:rFonts w:ascii="Calibri" w:eastAsia="SimSun" w:hAnsi="Calibri" w:cs="Times New Roman"/>
      <w:b/>
      <w:bCs/>
      <w:i/>
      <w:iCs/>
      <w:sz w:val="26"/>
      <w:szCs w:val="26"/>
      <w:lang w:val="en-GB" w:eastAsia="en-US"/>
    </w:rPr>
  </w:style>
  <w:style w:type="paragraph" w:styleId="BodyTextIndent">
    <w:name w:val="Body Text Indent"/>
    <w:basedOn w:val="Normal"/>
    <w:semiHidden/>
    <w:pPr>
      <w:ind w:left="720"/>
    </w:pPr>
    <w:rPr>
      <w:i/>
      <w:iCs/>
    </w:rPr>
  </w:style>
  <w:style w:type="paragraph" w:customStyle="1" w:styleId="IBsupportingdescription">
    <w:name w:val="IB supporting description"/>
    <w:basedOn w:val="Normal"/>
    <w:next w:val="Normal"/>
    <w:pPr>
      <w:spacing w:before="240" w:after="120" w:line="240" w:lineRule="auto"/>
    </w:pPr>
    <w:rPr>
      <w:i/>
      <w:color w:val="999999"/>
      <w:sz w:val="40"/>
    </w:rPr>
  </w:style>
  <w:style w:type="character" w:styleId="Hyperlink">
    <w:name w:val="Hyperlink"/>
    <w:basedOn w:val="DefaultParagraphFont"/>
    <w:semiHidden/>
    <w:rsid w:val="00C16B3A"/>
    <w:rPr>
      <w:color w:val="0000FF"/>
      <w:u w:val="single"/>
    </w:rPr>
  </w:style>
  <w:style w:type="paragraph" w:customStyle="1" w:styleId="Number">
    <w:name w:val="Number"/>
    <w:basedOn w:val="Normal"/>
    <w:pPr>
      <w:numPr>
        <w:numId w:val="4"/>
      </w:numPr>
    </w:pPr>
  </w:style>
  <w:style w:type="paragraph" w:styleId="HTMLPreformatted">
    <w:name w:val="HTML Preformatted"/>
    <w:basedOn w:val="Normal"/>
    <w:link w:val="HTMLPreformattedChar"/>
    <w:rsid w:val="00C16B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</w:pPr>
    <w:rPr>
      <w:rFonts w:ascii="Arial Unicode MS" w:eastAsia="Arial Unicode MS" w:hAnsi="Arial Unicode MS" w:cs="Arial Unicode MS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C16B3A"/>
    <w:rPr>
      <w:rFonts w:ascii="Arial Unicode MS" w:eastAsia="Arial Unicode MS" w:hAnsi="Arial Unicode MS" w:cs="Arial Unicode MS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6EC5"/>
    <w:rPr>
      <w:rFonts w:ascii="Calibri" w:eastAsia="SimSun" w:hAnsi="Calibri" w:cs="Times New Roman"/>
      <w:b/>
      <w:bCs/>
      <w:sz w:val="28"/>
      <w:szCs w:val="28"/>
      <w:lang w:val="en-GB" w:eastAsia="en-US"/>
    </w:rPr>
  </w:style>
  <w:style w:type="paragraph" w:customStyle="1" w:styleId="Numberlist">
    <w:name w:val="Number list"/>
    <w:basedOn w:val="Normal"/>
    <w:rsid w:val="00526EC5"/>
    <w:pPr>
      <w:tabs>
        <w:tab w:val="left" w:pos="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 w:val="0"/>
      <w:autoSpaceDE w:val="0"/>
      <w:autoSpaceDN w:val="0"/>
      <w:adjustRightInd w:val="0"/>
      <w:spacing w:before="0" w:after="110" w:line="240" w:lineRule="auto"/>
    </w:pPr>
    <w:rPr>
      <w:rFonts w:ascii="Times New Roman" w:hAnsi="Times New Roman"/>
      <w:sz w:val="22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CB1DEB"/>
    <w:rPr>
      <w:rFonts w:ascii="Arial" w:hAnsi="Arial"/>
      <w:color w:val="0000FF"/>
      <w:sz w:val="14"/>
      <w:szCs w:val="24"/>
      <w:lang w:val="en-GB"/>
    </w:rPr>
  </w:style>
  <w:style w:type="paragraph" w:styleId="NoSpacing">
    <w:name w:val="No Spacing"/>
    <w:uiPriority w:val="1"/>
    <w:qFormat/>
    <w:rsid w:val="00A21DCE"/>
    <w:rPr>
      <w:rFonts w:ascii="Arial" w:hAnsi="Arial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761F69"/>
    <w:pPr>
      <w:spacing w:before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val="en-US"/>
    </w:rPr>
  </w:style>
  <w:style w:type="paragraph" w:customStyle="1" w:styleId="Default">
    <w:name w:val="Default"/>
    <w:rsid w:val="009B21B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53EF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7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s://singlanglit.wikispaces.com/Introduction" TargetMode="Externa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GENERAL%20ADMIN\LOGOS%20and%20Templates\1.%20NEW%20LOGO%20Templates%20from%20Apr07\IB%20e-headed%20paper%20(Eng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E2133-BCCF-054C-A54F-A2FAA2571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\GENERAL ADMIN\LOGOS and Templates\1. NEW LOGO Templates from Apr07\IB e-headed paper (Eng).dot</Template>
  <TotalTime>6</TotalTime>
  <Pages>2</Pages>
  <Words>566</Words>
  <Characters>3227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Company>INTERNATIONAL BACCALAUREATE ORGANISATION</Company>
  <LinksUpToDate>false</LinksUpToDate>
  <CharactersWithSpaces>3786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subject/>
  <dc:creator>IBO</dc:creator>
  <cp:keywords/>
  <dc:description/>
  <cp:lastModifiedBy>Tony Bellew</cp:lastModifiedBy>
  <cp:revision>2</cp:revision>
  <cp:lastPrinted>2013-01-08T01:06:00Z</cp:lastPrinted>
  <dcterms:created xsi:type="dcterms:W3CDTF">2014-06-23T04:09:00Z</dcterms:created>
  <dcterms:modified xsi:type="dcterms:W3CDTF">2014-06-23T04:09:00Z</dcterms:modified>
</cp:coreProperties>
</file>